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48" w:rsidRDefault="00113348" w:rsidP="00113348">
      <w:pPr>
        <w:pStyle w:val="Title"/>
      </w:pPr>
      <w:bookmarkStart w:id="0" w:name="_Toc344104040"/>
      <w:r>
        <w:t xml:space="preserve">Macros from </w:t>
      </w:r>
      <w:r w:rsidRPr="00113348">
        <w:rPr>
          <w:i/>
        </w:rPr>
        <w:t>Making Word 2010 Work for You</w:t>
      </w:r>
    </w:p>
    <w:p w:rsidR="00113348" w:rsidRPr="00113348" w:rsidRDefault="00113348" w:rsidP="00113348">
      <w:r>
        <w:t xml:space="preserve">Presented here for the convenience of readers. . . . </w:t>
      </w:r>
    </w:p>
    <w:p w:rsidR="00113348" w:rsidRPr="00FF6E6D" w:rsidRDefault="00113348" w:rsidP="00113348">
      <w:pPr>
        <w:pStyle w:val="Heading2"/>
      </w:pPr>
      <w:r w:rsidRPr="00FF6E6D">
        <w:t>Adding “ing”</w:t>
      </w:r>
      <w:bookmarkEnd w:id="0"/>
    </w:p>
    <w:p w:rsidR="00113348" w:rsidRPr="00FF6E6D" w:rsidRDefault="00113348" w:rsidP="00113348">
      <w:pPr>
        <w:pStyle w:val="Code"/>
      </w:pPr>
      <w:r w:rsidRPr="00FF6E6D">
        <w:t>Sub IngyDingy()</w:t>
      </w:r>
      <w:bookmarkStart w:id="1" w:name="_GoBack"/>
      <w:bookmarkEnd w:id="1"/>
    </w:p>
    <w:p w:rsidR="00113348" w:rsidRPr="00FF6E6D" w:rsidRDefault="00113348" w:rsidP="00113348">
      <w:pPr>
        <w:pStyle w:val="Code"/>
      </w:pPr>
      <w:r w:rsidRPr="00FF6E6D">
        <w:t>' Macro recorded 10/22/2005 by Hilary Powers</w:t>
      </w:r>
    </w:p>
    <w:p w:rsidR="00113348" w:rsidRPr="00FF6E6D" w:rsidRDefault="00113348" w:rsidP="00113348">
      <w:pPr>
        <w:pStyle w:val="Code"/>
      </w:pPr>
      <w:r w:rsidRPr="00FF6E6D">
        <w:t xml:space="preserve">    Selection.MoveRight Unit:=wdWord, Count:=1, Extend:=wdExtend</w:t>
      </w:r>
    </w:p>
    <w:p w:rsidR="00113348" w:rsidRPr="00FF6E6D" w:rsidRDefault="00113348" w:rsidP="00113348">
      <w:pPr>
        <w:pStyle w:val="Code"/>
      </w:pPr>
      <w:r w:rsidRPr="00FF6E6D">
        <w:t xml:space="preserve">    Selection.TypeText text:="ing "</w:t>
      </w:r>
    </w:p>
    <w:p w:rsidR="00113348" w:rsidRPr="00FF6E6D" w:rsidRDefault="00113348" w:rsidP="00113348">
      <w:pPr>
        <w:pStyle w:val="Code"/>
      </w:pPr>
      <w:r w:rsidRPr="00FF6E6D">
        <w:t>End Sub</w:t>
      </w:r>
    </w:p>
    <w:p w:rsidR="00113348" w:rsidRPr="00FF6E6D" w:rsidRDefault="00113348" w:rsidP="00113348">
      <w:pPr>
        <w:pStyle w:val="Heading2"/>
      </w:pPr>
      <w:bookmarkStart w:id="2" w:name="_Toc140974966"/>
      <w:bookmarkStart w:id="3" w:name="_Toc140975053"/>
      <w:bookmarkStart w:id="4" w:name="_Toc141076734"/>
      <w:bookmarkStart w:id="5" w:name="_Toc144032434"/>
      <w:bookmarkStart w:id="6" w:name="_Toc150770628"/>
      <w:bookmarkStart w:id="7" w:name="_Toc156547442"/>
      <w:bookmarkStart w:id="8" w:name="_Toc344104041"/>
      <w:r w:rsidRPr="00FF6E6D">
        <w:t>Checking</w:t>
      </w:r>
      <w:bookmarkEnd w:id="2"/>
      <w:bookmarkEnd w:id="3"/>
      <w:bookmarkEnd w:id="4"/>
      <w:bookmarkEnd w:id="5"/>
      <w:bookmarkEnd w:id="6"/>
      <w:bookmarkEnd w:id="7"/>
      <w:bookmarkEnd w:id="8"/>
      <w:r>
        <w:t xml:space="preserve"> </w:t>
      </w:r>
      <w:r w:rsidRPr="00FF6E6D">
        <w:t>Citation</w:t>
      </w:r>
      <w:r>
        <w:t>s</w:t>
      </w:r>
    </w:p>
    <w:p w:rsidR="00113348" w:rsidRPr="00FF6E6D" w:rsidRDefault="00113348" w:rsidP="00113348">
      <w:pPr>
        <w:pStyle w:val="Code"/>
      </w:pPr>
      <w:r w:rsidRPr="00FF6E6D">
        <w:t>Sub Fillerup()</w:t>
      </w:r>
    </w:p>
    <w:p w:rsidR="00113348" w:rsidRPr="00FF6E6D" w:rsidRDefault="00113348" w:rsidP="00113348">
      <w:pPr>
        <w:pStyle w:val="Code"/>
      </w:pPr>
      <w:r w:rsidRPr="00FF6E6D">
        <w:t>' Macro cannibalized by Hilary Powers 1/30/04</w:t>
      </w:r>
    </w:p>
    <w:p w:rsidR="00113348" w:rsidRPr="00FF6E6D" w:rsidRDefault="00113348" w:rsidP="00113348">
      <w:pPr>
        <w:pStyle w:val="Code"/>
      </w:pPr>
      <w:r w:rsidRPr="00FF6E6D">
        <w:t>Selection.Extend</w:t>
      </w:r>
    </w:p>
    <w:p w:rsidR="00113348" w:rsidRPr="00FF6E6D" w:rsidRDefault="00113348" w:rsidP="00113348">
      <w:pPr>
        <w:pStyle w:val="Code"/>
      </w:pPr>
      <w:r w:rsidRPr="00FF6E6D">
        <w:t>Selection.Extend Character:=")"</w:t>
      </w:r>
    </w:p>
    <w:p w:rsidR="00113348" w:rsidRPr="00FF6E6D" w:rsidRDefault="00113348" w:rsidP="00113348">
      <w:pPr>
        <w:pStyle w:val="Code"/>
      </w:pPr>
      <w:r w:rsidRPr="00FF6E6D">
        <w:t>End Sub</w:t>
      </w:r>
    </w:p>
    <w:p w:rsidR="00113348" w:rsidRPr="00FF6E6D" w:rsidRDefault="00113348" w:rsidP="00113348">
      <w:pPr>
        <w:pStyle w:val="Code"/>
      </w:pPr>
      <w:r w:rsidRPr="00FF6E6D">
        <w:t>Sub GetThat()</w:t>
      </w:r>
    </w:p>
    <w:p w:rsidR="00113348" w:rsidRPr="00FF6E6D" w:rsidRDefault="00113348" w:rsidP="00113348">
      <w:pPr>
        <w:pStyle w:val="Code"/>
      </w:pPr>
      <w:r w:rsidRPr="00FF6E6D">
        <w:t xml:space="preserve">' Macro recorded 1/29/2004 by Hilary Powers; </w:t>
      </w:r>
      <w:r>
        <w:t xml:space="preserve">the </w:t>
      </w:r>
      <w:r w:rsidRPr="00FF6E6D">
        <w:t>Window-switching</w:t>
      </w:r>
    </w:p>
    <w:p w:rsidR="00113348" w:rsidRPr="00FF6E6D" w:rsidRDefault="00113348" w:rsidP="00113348">
      <w:pPr>
        <w:pStyle w:val="Code"/>
      </w:pPr>
      <w:r w:rsidRPr="00FF6E6D">
        <w:t>' line (which won't record properly in Word 2003</w:t>
      </w:r>
      <w:r>
        <w:t xml:space="preserve"> or Word 2010</w:t>
      </w:r>
      <w:r w:rsidRPr="00FF6E6D">
        <w:t xml:space="preserve">)  </w:t>
      </w:r>
    </w:p>
    <w:p w:rsidR="00113348" w:rsidRPr="00FF6E6D" w:rsidRDefault="00113348" w:rsidP="00113348">
      <w:pPr>
        <w:pStyle w:val="Code"/>
      </w:pPr>
      <w:r w:rsidRPr="00FF6E6D">
        <w:t>' refixed</w:t>
      </w:r>
      <w:r>
        <w:t xml:space="preserve"> </w:t>
      </w:r>
      <w:r w:rsidRPr="00FF6E6D">
        <w:t>per Jack Lyon of the Editorium, 1/30/2004</w:t>
      </w:r>
    </w:p>
    <w:p w:rsidR="00113348" w:rsidRPr="00FF6E6D" w:rsidRDefault="00113348" w:rsidP="00113348">
      <w:pPr>
        <w:pStyle w:val="Code"/>
      </w:pPr>
      <w:r w:rsidRPr="00FF6E6D">
        <w:t>Selection.Copy</w:t>
      </w:r>
    </w:p>
    <w:p w:rsidR="00113348" w:rsidRPr="00FF6E6D" w:rsidRDefault="00113348" w:rsidP="00113348">
      <w:pPr>
        <w:pStyle w:val="Code"/>
      </w:pPr>
      <w:r w:rsidRPr="00FF6E6D">
        <w:t>WordBasic.NextWindow</w:t>
      </w:r>
    </w:p>
    <w:p w:rsidR="00113348" w:rsidRPr="00FF6E6D" w:rsidRDefault="00113348" w:rsidP="00113348">
      <w:pPr>
        <w:pStyle w:val="Code"/>
      </w:pPr>
      <w:r w:rsidRPr="00FF6E6D">
        <w:t>Selection.PasteAndFormat (wdPasteDefault)</w:t>
      </w:r>
    </w:p>
    <w:p w:rsidR="00113348" w:rsidRPr="00FF6E6D" w:rsidRDefault="00113348" w:rsidP="00113348">
      <w:pPr>
        <w:pStyle w:val="Code"/>
      </w:pPr>
      <w:r w:rsidRPr="00FF6E6D">
        <w:t>Selection.TypeParagraph</w:t>
      </w:r>
    </w:p>
    <w:p w:rsidR="00113348" w:rsidRPr="00FF6E6D" w:rsidRDefault="00113348" w:rsidP="00113348">
      <w:pPr>
        <w:pStyle w:val="Code"/>
      </w:pPr>
      <w:r w:rsidRPr="00FF6E6D">
        <w:t>WordBasic.NextWindow</w:t>
      </w:r>
    </w:p>
    <w:p w:rsidR="00113348" w:rsidRPr="00FF6E6D" w:rsidRDefault="00113348" w:rsidP="00113348">
      <w:pPr>
        <w:pStyle w:val="Code"/>
      </w:pPr>
      <w:r w:rsidRPr="00FF6E6D">
        <w:t>Selection.MoveRight Unit:=wdCharacter, Count:=1</w:t>
      </w:r>
    </w:p>
    <w:p w:rsidR="00113348" w:rsidRPr="00FF6E6D" w:rsidRDefault="00113348" w:rsidP="00113348">
      <w:pPr>
        <w:pStyle w:val="Code"/>
      </w:pPr>
      <w:r w:rsidRPr="00FF6E6D">
        <w:t>Selection.Find.ClearFormatting</w:t>
      </w:r>
    </w:p>
    <w:p w:rsidR="00113348" w:rsidRPr="00FF6E6D" w:rsidRDefault="00113348" w:rsidP="00113348">
      <w:pPr>
        <w:pStyle w:val="Code"/>
      </w:pPr>
      <w:r w:rsidRPr="00FF6E6D">
        <w:t>With Selection.Find</w:t>
      </w:r>
    </w:p>
    <w:p w:rsidR="00113348" w:rsidRPr="00FF6E6D" w:rsidRDefault="00113348" w:rsidP="00113348">
      <w:pPr>
        <w:pStyle w:val="Code"/>
      </w:pPr>
      <w:r w:rsidRPr="00FF6E6D">
        <w:t>.text = "("</w:t>
      </w:r>
    </w:p>
    <w:p w:rsidR="00113348" w:rsidRPr="00FF6E6D" w:rsidRDefault="00113348" w:rsidP="00113348">
      <w:pPr>
        <w:pStyle w:val="Code"/>
      </w:pPr>
      <w:r w:rsidRPr="00FF6E6D">
        <w:lastRenderedPageBreak/>
        <w:t>.Forward = True</w:t>
      </w:r>
    </w:p>
    <w:p w:rsidR="00113348" w:rsidRPr="00FF6E6D" w:rsidRDefault="00113348" w:rsidP="00113348">
      <w:pPr>
        <w:pStyle w:val="Code"/>
      </w:pPr>
      <w:r w:rsidRPr="00FF6E6D">
        <w:t>.Wrap = wdFindContinue</w:t>
      </w:r>
    </w:p>
    <w:p w:rsidR="00113348" w:rsidRPr="00FF6E6D" w:rsidRDefault="00113348" w:rsidP="00113348">
      <w:pPr>
        <w:pStyle w:val="Code"/>
      </w:pPr>
      <w:r w:rsidRPr="00FF6E6D">
        <w:t>End With</w:t>
      </w:r>
    </w:p>
    <w:p w:rsidR="00113348" w:rsidRPr="00FF6E6D" w:rsidRDefault="00113348" w:rsidP="00113348">
      <w:pPr>
        <w:pStyle w:val="Code"/>
      </w:pPr>
      <w:r w:rsidRPr="00FF6E6D">
        <w:t>Selection.Find.Execute</w:t>
      </w:r>
    </w:p>
    <w:p w:rsidR="00113348" w:rsidRPr="00FF6E6D" w:rsidRDefault="00113348" w:rsidP="00113348">
      <w:pPr>
        <w:pStyle w:val="Code"/>
      </w:pPr>
      <w:r w:rsidRPr="00FF6E6D">
        <w:t>Selection.MoveRight Unit:=wdCharacter, Count:=1</w:t>
      </w:r>
    </w:p>
    <w:p w:rsidR="00113348" w:rsidRPr="00FF6E6D" w:rsidRDefault="00113348" w:rsidP="00113348">
      <w:pPr>
        <w:pStyle w:val="Code"/>
      </w:pPr>
      <w:r w:rsidRPr="00FF6E6D">
        <w:t>End Sub</w:t>
      </w:r>
    </w:p>
    <w:p w:rsidR="00113348" w:rsidRPr="00FF6E6D" w:rsidRDefault="00113348" w:rsidP="00113348">
      <w:pPr>
        <w:pStyle w:val="Heading2"/>
      </w:pPr>
      <w:bookmarkStart w:id="9" w:name="_Toc140974967"/>
      <w:bookmarkStart w:id="10" w:name="_Toc140975054"/>
      <w:bookmarkStart w:id="11" w:name="_Toc141076735"/>
      <w:bookmarkStart w:id="12" w:name="_Toc144032435"/>
      <w:bookmarkStart w:id="13" w:name="_Toc150770629"/>
      <w:bookmarkStart w:id="14" w:name="_Toc156547443"/>
      <w:bookmarkStart w:id="15" w:name="_Toc344104042"/>
      <w:r w:rsidRPr="00FF6E6D">
        <w:t>Do</w:t>
      </w:r>
      <w:r>
        <w:t>ing</w:t>
      </w:r>
      <w:r w:rsidRPr="00FF6E6D">
        <w:t xml:space="preserve"> Nothing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113348" w:rsidRPr="00FF6E6D" w:rsidRDefault="00113348" w:rsidP="00113348">
      <w:pPr>
        <w:pStyle w:val="Code"/>
      </w:pPr>
      <w:r w:rsidRPr="00FF6E6D">
        <w:t>Sub DoNothing()</w:t>
      </w:r>
    </w:p>
    <w:p w:rsidR="00113348" w:rsidRPr="00FF6E6D" w:rsidRDefault="00113348" w:rsidP="00113348">
      <w:pPr>
        <w:pStyle w:val="Code"/>
      </w:pPr>
      <w:r w:rsidRPr="00FF6E6D">
        <w:t>' I'm empty</w:t>
      </w:r>
    </w:p>
    <w:p w:rsidR="00113348" w:rsidRPr="00FF6E6D" w:rsidRDefault="00113348" w:rsidP="00113348">
      <w:pPr>
        <w:pStyle w:val="Code"/>
      </w:pPr>
      <w:r w:rsidRPr="00FF6E6D">
        <w:t>End Sub</w:t>
      </w:r>
    </w:p>
    <w:p w:rsidR="00113348" w:rsidRPr="00FF6E6D" w:rsidRDefault="00113348" w:rsidP="00113348">
      <w:pPr>
        <w:pStyle w:val="Heading2"/>
      </w:pPr>
      <w:bookmarkStart w:id="16" w:name="_Toc140974968"/>
      <w:bookmarkStart w:id="17" w:name="_Toc140975055"/>
      <w:bookmarkStart w:id="18" w:name="_Toc141076736"/>
      <w:bookmarkStart w:id="19" w:name="_Toc144032436"/>
      <w:bookmarkStart w:id="20" w:name="_Toc150770630"/>
      <w:bookmarkStart w:id="21" w:name="_Toc156547444"/>
      <w:bookmarkStart w:id="22" w:name="_Toc344104043"/>
      <w:r>
        <w:t xml:space="preserve">Maintaining a </w:t>
      </w:r>
      <w:r w:rsidRPr="00FF6E6D">
        <w:t>Style Sheet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113348" w:rsidRPr="00FF6E6D" w:rsidRDefault="00113348" w:rsidP="00113348">
      <w:pPr>
        <w:pStyle w:val="Code"/>
      </w:pPr>
      <w:r w:rsidRPr="00FF6E6D">
        <w:t>Sub StyleThat()</w:t>
      </w:r>
    </w:p>
    <w:p w:rsidR="00113348" w:rsidRPr="00FF6E6D" w:rsidRDefault="00113348" w:rsidP="00113348">
      <w:pPr>
        <w:pStyle w:val="Code"/>
      </w:pPr>
      <w:r w:rsidRPr="00FF6E6D">
        <w:t>' Macro adapted from GetThat by Hilary Powers 1/30/04</w:t>
      </w:r>
    </w:p>
    <w:p w:rsidR="00113348" w:rsidRPr="00FF6E6D" w:rsidRDefault="00113348" w:rsidP="00113348">
      <w:pPr>
        <w:pStyle w:val="Code"/>
      </w:pPr>
      <w:r w:rsidRPr="00FF6E6D">
        <w:t>Selection.Copy</w:t>
      </w:r>
    </w:p>
    <w:p w:rsidR="00113348" w:rsidRPr="00FF6E6D" w:rsidRDefault="00113348" w:rsidP="00113348">
      <w:pPr>
        <w:pStyle w:val="Code"/>
      </w:pPr>
      <w:r w:rsidRPr="00FF6E6D">
        <w:t>WordBasic.NextWindow</w:t>
      </w:r>
    </w:p>
    <w:p w:rsidR="00113348" w:rsidRPr="00FF6E6D" w:rsidRDefault="00113348" w:rsidP="00113348">
      <w:pPr>
        <w:pStyle w:val="Code"/>
      </w:pPr>
      <w:r w:rsidRPr="00FF6E6D">
        <w:t>Selection.PasteAndFormat (wdPasteDefault)</w:t>
      </w:r>
    </w:p>
    <w:p w:rsidR="00113348" w:rsidRPr="00FF6E6D" w:rsidRDefault="00113348" w:rsidP="00113348">
      <w:pPr>
        <w:pStyle w:val="Code"/>
      </w:pPr>
      <w:r w:rsidRPr="00FF6E6D">
        <w:t>End Sub</w:t>
      </w:r>
    </w:p>
    <w:p w:rsidR="00113348" w:rsidRPr="00FF6E6D" w:rsidRDefault="00113348" w:rsidP="00113348">
      <w:pPr>
        <w:pStyle w:val="Code"/>
      </w:pPr>
      <w:r w:rsidRPr="00FF6E6D">
        <w:t>Sub HedOnBack()</w:t>
      </w:r>
    </w:p>
    <w:p w:rsidR="00113348" w:rsidRPr="00FF6E6D" w:rsidRDefault="00113348" w:rsidP="00113348">
      <w:pPr>
        <w:pStyle w:val="Code"/>
      </w:pPr>
      <w:r w:rsidRPr="00FF6E6D">
        <w:t>' Macro adapted from GetThat by Hilary Powers 1/30/04</w:t>
      </w:r>
    </w:p>
    <w:p w:rsidR="00113348" w:rsidRPr="00FF6E6D" w:rsidRDefault="00113348" w:rsidP="00113348">
      <w:pPr>
        <w:pStyle w:val="Code"/>
      </w:pPr>
      <w:r w:rsidRPr="00FF6E6D">
        <w:t>Selection.TypeParagraph</w:t>
      </w:r>
    </w:p>
    <w:p w:rsidR="00113348" w:rsidRPr="00FF6E6D" w:rsidRDefault="00113348" w:rsidP="00113348">
      <w:pPr>
        <w:pStyle w:val="Code"/>
      </w:pPr>
      <w:r w:rsidRPr="00FF6E6D">
        <w:t>WordBasic.NextWindow</w:t>
      </w:r>
    </w:p>
    <w:p w:rsidR="00113348" w:rsidRPr="00FF6E6D" w:rsidRDefault="00113348" w:rsidP="00113348">
      <w:pPr>
        <w:pStyle w:val="Code"/>
      </w:pPr>
      <w:r w:rsidRPr="00FF6E6D">
        <w:t>Selection.MoveRight Unit:=wdCharacter, Count:=1</w:t>
      </w:r>
    </w:p>
    <w:p w:rsidR="00113348" w:rsidRPr="00FF6E6D" w:rsidRDefault="00113348" w:rsidP="00113348">
      <w:pPr>
        <w:pStyle w:val="Code"/>
      </w:pPr>
      <w:r w:rsidRPr="00FF6E6D">
        <w:t>End Sub</w:t>
      </w:r>
    </w:p>
    <w:p w:rsidR="00113348" w:rsidRPr="00FF6E6D" w:rsidRDefault="00113348" w:rsidP="00113348">
      <w:pPr>
        <w:pStyle w:val="Heading2"/>
      </w:pPr>
      <w:bookmarkStart w:id="23" w:name="_Toc141076737"/>
      <w:bookmarkStart w:id="24" w:name="_Toc144032438"/>
      <w:bookmarkStart w:id="25" w:name="_Toc150770632"/>
      <w:bookmarkStart w:id="26" w:name="_Toc156547446"/>
      <w:bookmarkStart w:id="27" w:name="_Toc344104044"/>
      <w:r w:rsidRPr="00FF6E6D">
        <w:t>Protecting for Tracked Changes</w:t>
      </w:r>
      <w:bookmarkEnd w:id="23"/>
      <w:bookmarkEnd w:id="24"/>
      <w:bookmarkEnd w:id="25"/>
      <w:bookmarkEnd w:id="26"/>
      <w:bookmarkEnd w:id="27"/>
    </w:p>
    <w:p w:rsidR="00113348" w:rsidRPr="00FF6E6D" w:rsidRDefault="00113348" w:rsidP="00113348">
      <w:pPr>
        <w:pStyle w:val="Code"/>
      </w:pPr>
      <w:r w:rsidRPr="00FF6E6D">
        <w:t>Sub trackpassword()</w:t>
      </w:r>
    </w:p>
    <w:p w:rsidR="00113348" w:rsidRPr="00FF6E6D" w:rsidRDefault="00113348" w:rsidP="00113348">
      <w:pPr>
        <w:pStyle w:val="Code"/>
      </w:pPr>
      <w:r w:rsidRPr="00FF6E6D">
        <w:t>' Macro recorded 05/05/03 by Hilary Powers</w:t>
      </w:r>
    </w:p>
    <w:p w:rsidR="00113348" w:rsidRPr="00FF6E6D" w:rsidRDefault="00113348" w:rsidP="00113348">
      <w:pPr>
        <w:pStyle w:val="Code"/>
      </w:pPr>
      <w:r w:rsidRPr="00FF6E6D">
        <w:t xml:space="preserve">    ActiveDocument.TrackRevisions = Not ActiveDocument.TrackRevisions</w:t>
      </w:r>
    </w:p>
    <w:p w:rsidR="00113348" w:rsidRPr="00FF6E6D" w:rsidRDefault="00113348" w:rsidP="00113348">
      <w:pPr>
        <w:pStyle w:val="Code"/>
      </w:pPr>
      <w:r w:rsidRPr="00FF6E6D">
        <w:lastRenderedPageBreak/>
        <w:t xml:space="preserve">    ActiveDocument.Protect Password:="mypassword", NoReset:=False, Type:=wdAllowOnlyRevisions</w:t>
      </w:r>
    </w:p>
    <w:p w:rsidR="00113348" w:rsidRPr="00FF6E6D" w:rsidRDefault="00113348" w:rsidP="00113348">
      <w:pPr>
        <w:pStyle w:val="Code"/>
      </w:pPr>
      <w:r w:rsidRPr="00FF6E6D">
        <w:t>End Sub</w:t>
      </w:r>
    </w:p>
    <w:p w:rsidR="00113348" w:rsidRPr="00FF6E6D" w:rsidRDefault="00113348" w:rsidP="00113348">
      <w:pPr>
        <w:pStyle w:val="Code"/>
      </w:pPr>
      <w:r w:rsidRPr="00FF6E6D">
        <w:t>Sub trackrempswd()</w:t>
      </w:r>
    </w:p>
    <w:p w:rsidR="00113348" w:rsidRPr="00FF6E6D" w:rsidRDefault="00113348" w:rsidP="00113348">
      <w:pPr>
        <w:pStyle w:val="Code"/>
      </w:pPr>
      <w:r w:rsidRPr="00FF6E6D">
        <w:t>' Macro written 05/05/03 by Hilary Powers</w:t>
      </w:r>
    </w:p>
    <w:p w:rsidR="00113348" w:rsidRPr="00FF6E6D" w:rsidRDefault="00113348" w:rsidP="00113348">
      <w:pPr>
        <w:pStyle w:val="Code"/>
      </w:pPr>
      <w:r w:rsidRPr="00FF6E6D">
        <w:t>If ActiveDocument.ProtectionType = wdNoProtection Then GoTo Last</w:t>
      </w:r>
    </w:p>
    <w:p w:rsidR="00113348" w:rsidRPr="00FF6E6D" w:rsidRDefault="00113348" w:rsidP="00113348">
      <w:pPr>
        <w:pStyle w:val="Code"/>
      </w:pPr>
      <w:r w:rsidRPr="00FF6E6D">
        <w:t xml:space="preserve">    ActiveDocument.Unprotect Password:="mypassword"</w:t>
      </w:r>
    </w:p>
    <w:p w:rsidR="00113348" w:rsidRPr="00FF6E6D" w:rsidRDefault="00113348" w:rsidP="00113348">
      <w:pPr>
        <w:pStyle w:val="Code"/>
      </w:pPr>
      <w:r w:rsidRPr="00FF6E6D">
        <w:t>Last:</w:t>
      </w:r>
    </w:p>
    <w:p w:rsidR="00113348" w:rsidRPr="00FF6E6D" w:rsidRDefault="00113348" w:rsidP="00113348">
      <w:pPr>
        <w:pStyle w:val="Code"/>
      </w:pPr>
      <w:r w:rsidRPr="00FF6E6D">
        <w:t>End Sub</w:t>
      </w:r>
    </w:p>
    <w:p w:rsidR="00113348" w:rsidRPr="008407EE" w:rsidRDefault="00113348" w:rsidP="00113348">
      <w:pPr>
        <w:pStyle w:val="Heading2"/>
      </w:pPr>
      <w:bookmarkStart w:id="28" w:name="_Toc344104045"/>
      <w:r>
        <w:t xml:space="preserve">Coding </w:t>
      </w:r>
      <w:r w:rsidRPr="008407EE">
        <w:t>Running Heads</w:t>
      </w:r>
      <w:bookmarkEnd w:id="28"/>
    </w:p>
    <w:p w:rsidR="00113348" w:rsidRPr="008407EE" w:rsidRDefault="00113348" w:rsidP="00113348">
      <w:pPr>
        <w:pStyle w:val="Code"/>
      </w:pPr>
      <w:r w:rsidRPr="008407EE">
        <w:t>Sub Runhead()</w:t>
      </w:r>
    </w:p>
    <w:p w:rsidR="00113348" w:rsidRPr="008407EE" w:rsidRDefault="00113348" w:rsidP="00113348">
      <w:pPr>
        <w:pStyle w:val="Code"/>
      </w:pPr>
      <w:r w:rsidRPr="008407EE">
        <w:t>' Runhead Macro</w:t>
      </w:r>
    </w:p>
    <w:p w:rsidR="00113348" w:rsidRPr="008407EE" w:rsidRDefault="00113348" w:rsidP="00113348">
      <w:pPr>
        <w:pStyle w:val="Code"/>
      </w:pPr>
      <w:r w:rsidRPr="008407EE">
        <w:t>' Macro recorded 02/21/99 by Hilary Powers</w:t>
      </w:r>
    </w:p>
    <w:p w:rsidR="00113348" w:rsidRPr="008407EE" w:rsidRDefault="00113348" w:rsidP="00113348">
      <w:pPr>
        <w:pStyle w:val="Code"/>
      </w:pPr>
      <w:r w:rsidRPr="008407EE">
        <w:t xml:space="preserve">    Selection.TypeText text:="@RHR:"</w:t>
      </w:r>
    </w:p>
    <w:p w:rsidR="00113348" w:rsidRPr="008407EE" w:rsidRDefault="00113348" w:rsidP="00113348">
      <w:pPr>
        <w:pStyle w:val="Code"/>
      </w:pPr>
      <w:r w:rsidRPr="008407EE">
        <w:t xml:space="preserve">    Selection.TypeParagraph</w:t>
      </w:r>
    </w:p>
    <w:p w:rsidR="00113348" w:rsidRPr="008407EE" w:rsidRDefault="00113348" w:rsidP="00113348">
      <w:pPr>
        <w:pStyle w:val="Code"/>
      </w:pPr>
      <w:r w:rsidRPr="008407EE">
        <w:t xml:space="preserve">    Selection.TypeText text:="@RHL:"</w:t>
      </w:r>
    </w:p>
    <w:p w:rsidR="00113348" w:rsidRDefault="00113348" w:rsidP="00113348">
      <w:pPr>
        <w:pStyle w:val="Code"/>
      </w:pPr>
      <w:r w:rsidRPr="008407EE">
        <w:t xml:space="preserve">   With Selection.Font</w:t>
      </w:r>
    </w:p>
    <w:p w:rsidR="00113348" w:rsidRPr="008407EE" w:rsidRDefault="00113348" w:rsidP="00113348">
      <w:pPr>
        <w:pStyle w:val="Code"/>
      </w:pPr>
      <w:r>
        <w:t>'  Note - following lines are commands that are commented out.</w:t>
      </w:r>
    </w:p>
    <w:p w:rsidR="00113348" w:rsidRPr="008407EE" w:rsidRDefault="00113348" w:rsidP="00113348">
      <w:pPr>
        <w:pStyle w:val="Code"/>
      </w:pPr>
      <w:r w:rsidRPr="008407EE">
        <w:t>'     .SmallCaps = True</w:t>
      </w:r>
    </w:p>
    <w:p w:rsidR="00113348" w:rsidRPr="008407EE" w:rsidRDefault="00113348" w:rsidP="00113348">
      <w:pPr>
        <w:pStyle w:val="Code"/>
      </w:pPr>
      <w:r w:rsidRPr="008407EE">
        <w:t>'     .Italic = True</w:t>
      </w:r>
    </w:p>
    <w:p w:rsidR="00113348" w:rsidRPr="008407EE" w:rsidRDefault="00113348" w:rsidP="00113348">
      <w:pPr>
        <w:pStyle w:val="Code"/>
      </w:pPr>
      <w:r w:rsidRPr="008407EE">
        <w:t xml:space="preserve">   End With</w:t>
      </w:r>
    </w:p>
    <w:p w:rsidR="00113348" w:rsidRPr="008407EE" w:rsidRDefault="00113348" w:rsidP="00113348">
      <w:pPr>
        <w:pStyle w:val="Code"/>
      </w:pPr>
      <w:r w:rsidRPr="008407EE">
        <w:t xml:space="preserve">    Selection.TypeText text:="Reinventing Your Board"</w:t>
      </w:r>
    </w:p>
    <w:p w:rsidR="00113348" w:rsidRPr="008407EE" w:rsidRDefault="00113348" w:rsidP="00113348">
      <w:pPr>
        <w:pStyle w:val="Code"/>
      </w:pPr>
      <w:r w:rsidRPr="008407EE">
        <w:t>'     Plug in book title between quotes on preceding line.</w:t>
      </w:r>
    </w:p>
    <w:p w:rsidR="00113348" w:rsidRPr="008407EE" w:rsidRDefault="00113348" w:rsidP="00113348">
      <w:pPr>
        <w:pStyle w:val="Code"/>
      </w:pPr>
      <w:r w:rsidRPr="008407EE">
        <w:t xml:space="preserve">    Selection.TypeParagraph</w:t>
      </w:r>
    </w:p>
    <w:p w:rsidR="00113348" w:rsidRPr="008407EE" w:rsidRDefault="00113348" w:rsidP="00113348">
      <w:pPr>
        <w:pStyle w:val="Code"/>
      </w:pPr>
      <w:r w:rsidRPr="008407EE">
        <w:t xml:space="preserve">    Selection.MoveUp Unit:=wdLine, Count:=2</w:t>
      </w:r>
    </w:p>
    <w:p w:rsidR="00113348" w:rsidRPr="008407EE" w:rsidRDefault="00113348" w:rsidP="00113348">
      <w:pPr>
        <w:pStyle w:val="Code"/>
      </w:pPr>
      <w:r w:rsidRPr="008407EE">
        <w:t xml:space="preserve">    Selection.EndKey Unit:=wdLine</w:t>
      </w:r>
    </w:p>
    <w:p w:rsidR="00113348" w:rsidRPr="008407EE" w:rsidRDefault="00113348" w:rsidP="00113348">
      <w:pPr>
        <w:pStyle w:val="Code"/>
      </w:pPr>
      <w:r w:rsidRPr="008407EE">
        <w:t xml:space="preserve">    Selection.Paste</w:t>
      </w:r>
    </w:p>
    <w:p w:rsidR="00113348" w:rsidRPr="008407EE" w:rsidRDefault="00113348" w:rsidP="00113348">
      <w:pPr>
        <w:pStyle w:val="Code"/>
      </w:pPr>
      <w:r w:rsidRPr="008407EE">
        <w:t xml:space="preserve">    Selection.HomeKey Unit:=wdLine</w:t>
      </w:r>
    </w:p>
    <w:p w:rsidR="00113348" w:rsidRPr="008407EE" w:rsidRDefault="00113348" w:rsidP="00113348">
      <w:pPr>
        <w:pStyle w:val="Code"/>
      </w:pPr>
      <w:r w:rsidRPr="008407EE">
        <w:lastRenderedPageBreak/>
        <w:t xml:space="preserve">    Selection.MoveDown Unit:=wdLine, Count:=2</w:t>
      </w:r>
    </w:p>
    <w:p w:rsidR="00113348" w:rsidRPr="008407EE" w:rsidRDefault="00113348" w:rsidP="00113348">
      <w:pPr>
        <w:pStyle w:val="Code"/>
      </w:pPr>
      <w:r w:rsidRPr="008407EE">
        <w:t xml:space="preserve">    ' Selection.TypeBackspace</w:t>
      </w:r>
    </w:p>
    <w:p w:rsidR="00113348" w:rsidRPr="008407EE" w:rsidRDefault="00113348" w:rsidP="00113348">
      <w:pPr>
        <w:pStyle w:val="Code"/>
      </w:pPr>
      <w:r w:rsidRPr="008407EE">
        <w:t>End Sub</w:t>
      </w:r>
    </w:p>
    <w:p w:rsidR="00113348" w:rsidRPr="008407EE" w:rsidRDefault="00113348" w:rsidP="00113348">
      <w:pPr>
        <w:pStyle w:val="Heading2"/>
      </w:pPr>
      <w:bookmarkStart w:id="29" w:name="_Toc344104046"/>
      <w:r>
        <w:t xml:space="preserve">Ignoring </w:t>
      </w:r>
      <w:r w:rsidRPr="008407EE">
        <w:t>Unwanted Formatting</w:t>
      </w:r>
      <w:bookmarkEnd w:id="29"/>
    </w:p>
    <w:p w:rsidR="00113348" w:rsidRPr="008407EE" w:rsidRDefault="00113348" w:rsidP="00113348">
      <w:pPr>
        <w:pStyle w:val="Code"/>
      </w:pPr>
      <w:r w:rsidRPr="008407EE">
        <w:t>Sub UnformatPaste()</w:t>
      </w:r>
    </w:p>
    <w:p w:rsidR="00113348" w:rsidRPr="008407EE" w:rsidRDefault="00113348" w:rsidP="00113348">
      <w:pPr>
        <w:pStyle w:val="Code"/>
      </w:pPr>
      <w:r w:rsidRPr="008407EE">
        <w:t>' UnformatPaste Macro</w:t>
      </w:r>
    </w:p>
    <w:p w:rsidR="00113348" w:rsidRDefault="00113348" w:rsidP="00113348">
      <w:pPr>
        <w:pStyle w:val="Code"/>
      </w:pPr>
      <w:r w:rsidRPr="008407EE">
        <w:t xml:space="preserve">' Macro </w:t>
      </w:r>
      <w:r>
        <w:t xml:space="preserve">written </w:t>
      </w:r>
      <w:r w:rsidRPr="008407EE">
        <w:t>2/24/2004 by Hilary Powers</w:t>
      </w:r>
    </w:p>
    <w:p w:rsidR="00113348" w:rsidRPr="008407EE" w:rsidRDefault="00113348" w:rsidP="00113348">
      <w:pPr>
        <w:pStyle w:val="Code"/>
      </w:pPr>
      <w:r>
        <w:t>' Because Word wouldn't record it</w:t>
      </w:r>
    </w:p>
    <w:p w:rsidR="00113348" w:rsidRPr="008407EE" w:rsidRDefault="00113348" w:rsidP="00113348">
      <w:pPr>
        <w:pStyle w:val="Code"/>
      </w:pPr>
      <w:r w:rsidRPr="008407EE">
        <w:t xml:space="preserve">    Selection.PasteAndFormat (wdFormatPlainText)</w:t>
      </w:r>
    </w:p>
    <w:p w:rsidR="00113348" w:rsidRPr="008407EE" w:rsidRDefault="00113348" w:rsidP="00113348">
      <w:pPr>
        <w:pStyle w:val="Code"/>
      </w:pPr>
      <w:r w:rsidRPr="008407EE">
        <w:t>End Sub</w:t>
      </w:r>
    </w:p>
    <w:p w:rsidR="00113348" w:rsidRPr="008407EE" w:rsidRDefault="00113348" w:rsidP="00113348">
      <w:pPr>
        <w:pStyle w:val="Heading2"/>
      </w:pPr>
      <w:bookmarkStart w:id="30" w:name="_Toc344104048"/>
      <w:r>
        <w:t xml:space="preserve">Freezing </w:t>
      </w:r>
      <w:r w:rsidRPr="008407EE">
        <w:t>Fields</w:t>
      </w:r>
      <w:bookmarkEnd w:id="30"/>
    </w:p>
    <w:p w:rsidR="00113348" w:rsidRPr="008407EE" w:rsidRDefault="00113348" w:rsidP="00113348">
      <w:pPr>
        <w:pStyle w:val="Code"/>
      </w:pPr>
      <w:r w:rsidRPr="008407EE">
        <w:t>Sub FreezeField()</w:t>
      </w:r>
    </w:p>
    <w:p w:rsidR="00113348" w:rsidRPr="008407EE" w:rsidRDefault="00113348" w:rsidP="00113348">
      <w:pPr>
        <w:pStyle w:val="Code"/>
      </w:pPr>
      <w:r w:rsidRPr="008407EE">
        <w:t>' Macro recorded 03/28/02 by Hilary Powers</w:t>
      </w:r>
    </w:p>
    <w:p w:rsidR="00113348" w:rsidRPr="008407EE" w:rsidRDefault="00113348" w:rsidP="00113348">
      <w:pPr>
        <w:pStyle w:val="Code"/>
      </w:pPr>
      <w:r w:rsidRPr="008407EE">
        <w:t>Selection.WholeStory</w:t>
      </w:r>
    </w:p>
    <w:p w:rsidR="00113348" w:rsidRPr="008407EE" w:rsidRDefault="00113348" w:rsidP="00113348">
      <w:pPr>
        <w:pStyle w:val="Code"/>
      </w:pPr>
      <w:r w:rsidRPr="008407EE">
        <w:t>Selection.Fields.Unlink</w:t>
      </w:r>
    </w:p>
    <w:p w:rsidR="00113348" w:rsidRDefault="00113348" w:rsidP="00113348">
      <w:pPr>
        <w:pStyle w:val="Code"/>
      </w:pPr>
      <w:r w:rsidRPr="008407EE">
        <w:t>End Sub</w:t>
      </w:r>
    </w:p>
    <w:p w:rsidR="00113348" w:rsidRPr="008407EE" w:rsidRDefault="00113348" w:rsidP="00113348">
      <w:pPr>
        <w:pStyle w:val="Heading2"/>
      </w:pPr>
      <w:bookmarkStart w:id="31" w:name="_Toc344104049"/>
      <w:r>
        <w:t>Unlinking Hyperlinks</w:t>
      </w:r>
      <w:bookmarkEnd w:id="31"/>
    </w:p>
    <w:p w:rsidR="00113348" w:rsidRDefault="00113348" w:rsidP="00113348">
      <w:pPr>
        <w:pStyle w:val="Code"/>
      </w:pPr>
      <w:r>
        <w:t>Sub RemoveHyperlinks()</w:t>
      </w:r>
    </w:p>
    <w:p w:rsidR="00113348" w:rsidRDefault="00113348" w:rsidP="00113348">
      <w:pPr>
        <w:pStyle w:val="Code"/>
      </w:pPr>
      <w:r>
        <w:t>'Macro provided by Katharine O'Moore-Klopf to Copyediting-L.</w:t>
      </w:r>
    </w:p>
    <w:p w:rsidR="00113348" w:rsidRDefault="00113348" w:rsidP="00113348">
      <w:pPr>
        <w:pStyle w:val="Code"/>
      </w:pPr>
      <w:r>
        <w:t xml:space="preserve">    Dim aStory As Range, iLink As Integer</w:t>
      </w:r>
    </w:p>
    <w:p w:rsidR="00113348" w:rsidRDefault="00113348" w:rsidP="00113348">
      <w:pPr>
        <w:pStyle w:val="Code"/>
      </w:pPr>
      <w:r>
        <w:t xml:space="preserve">    For Each aStory In ActiveDocument.StoryRanges</w:t>
      </w:r>
    </w:p>
    <w:p w:rsidR="00113348" w:rsidRDefault="00113348" w:rsidP="00113348">
      <w:pPr>
        <w:pStyle w:val="Code"/>
      </w:pPr>
      <w:r>
        <w:t xml:space="preserve">        For iLink = aStory.Hyperlinks.Count To 1 Step -1</w:t>
      </w:r>
    </w:p>
    <w:p w:rsidR="00113348" w:rsidRDefault="00113348" w:rsidP="00113348">
      <w:pPr>
        <w:pStyle w:val="Code"/>
      </w:pPr>
      <w:r>
        <w:t xml:space="preserve">            aStory.Hyperlinks(iLink).Delete</w:t>
      </w:r>
    </w:p>
    <w:p w:rsidR="00113348" w:rsidRDefault="00113348" w:rsidP="00113348">
      <w:pPr>
        <w:pStyle w:val="Code"/>
      </w:pPr>
      <w:r>
        <w:t xml:space="preserve">        Next</w:t>
      </w:r>
    </w:p>
    <w:p w:rsidR="00113348" w:rsidRDefault="00113348" w:rsidP="00113348">
      <w:pPr>
        <w:pStyle w:val="Code"/>
      </w:pPr>
      <w:r>
        <w:t xml:space="preserve">    Next</w:t>
      </w:r>
    </w:p>
    <w:p w:rsidR="00113348" w:rsidRPr="008407EE" w:rsidRDefault="00113348" w:rsidP="00113348">
      <w:pPr>
        <w:pStyle w:val="Code"/>
      </w:pPr>
      <w:r>
        <w:t xml:space="preserve">        End Sub</w:t>
      </w:r>
    </w:p>
    <w:p w:rsidR="00113348" w:rsidRPr="008407EE" w:rsidRDefault="00113348" w:rsidP="00113348">
      <w:pPr>
        <w:pStyle w:val="Heading2"/>
      </w:pPr>
      <w:bookmarkStart w:id="32" w:name="_Toc344104050"/>
      <w:r>
        <w:lastRenderedPageBreak/>
        <w:t xml:space="preserve">Freezing </w:t>
      </w:r>
      <w:r w:rsidRPr="008407EE">
        <w:t>Automated Lists</w:t>
      </w:r>
      <w:bookmarkEnd w:id="32"/>
    </w:p>
    <w:p w:rsidR="00113348" w:rsidRPr="008407EE" w:rsidRDefault="00113348" w:rsidP="00113348">
      <w:pPr>
        <w:pStyle w:val="Code"/>
      </w:pPr>
      <w:r w:rsidRPr="008407EE">
        <w:t>Sub FreezeList()</w:t>
      </w:r>
    </w:p>
    <w:p w:rsidR="00113348" w:rsidRDefault="00113348" w:rsidP="00113348">
      <w:pPr>
        <w:pStyle w:val="Code"/>
      </w:pPr>
      <w:r>
        <w:t>' First line is macro contributed to Grapevine by Iwan Thomas 9-8-2000</w:t>
      </w:r>
    </w:p>
    <w:p w:rsidR="00113348" w:rsidRDefault="00113348" w:rsidP="00113348">
      <w:pPr>
        <w:pStyle w:val="Code"/>
      </w:pPr>
      <w:r>
        <w:t xml:space="preserve">' Converts autonumbered paragraphs to normally numbered paragraphs, </w:t>
      </w:r>
    </w:p>
    <w:p w:rsidR="00113348" w:rsidRDefault="00113348" w:rsidP="00113348">
      <w:pPr>
        <w:pStyle w:val="Code"/>
      </w:pPr>
      <w:r>
        <w:t xml:space="preserve">' and autobulleted paragraphs to paragraphs with real bullets. Basic </w:t>
      </w:r>
    </w:p>
    <w:p w:rsidR="00113348" w:rsidRDefault="00113348" w:rsidP="00113348">
      <w:pPr>
        <w:pStyle w:val="Code"/>
      </w:pPr>
      <w:r>
        <w:t xml:space="preserve">' bullets are in Symbol font, and are corrected via additional steps </w:t>
      </w:r>
    </w:p>
    <w:p w:rsidR="00113348" w:rsidRDefault="00113348" w:rsidP="00113348">
      <w:pPr>
        <w:pStyle w:val="Code"/>
      </w:pPr>
      <w:r>
        <w:t>' recorded 10/06/00 by Hilary Powers using Word 97. Word 2010 will not</w:t>
      </w:r>
    </w:p>
    <w:p w:rsidR="00113348" w:rsidRDefault="00113348" w:rsidP="00113348">
      <w:pPr>
        <w:pStyle w:val="Code"/>
      </w:pPr>
      <w:r>
        <w:t>' record this code. Other bullets may need further correction to get</w:t>
      </w:r>
    </w:p>
    <w:p w:rsidR="00113348" w:rsidRDefault="00113348" w:rsidP="00113348">
      <w:pPr>
        <w:pStyle w:val="Code"/>
      </w:pPr>
      <w:r>
        <w:t>' them into an acceptable format.</w:t>
      </w:r>
    </w:p>
    <w:p w:rsidR="00113348" w:rsidRPr="008407EE" w:rsidRDefault="00113348" w:rsidP="00113348">
      <w:pPr>
        <w:pStyle w:val="Code"/>
      </w:pPr>
      <w:r>
        <w:t xml:space="preserve">    </w:t>
      </w:r>
      <w:r w:rsidRPr="008407EE">
        <w:t>ActiveDocument.ConvertNumbersToText</w:t>
      </w:r>
    </w:p>
    <w:p w:rsidR="00113348" w:rsidRDefault="00113348" w:rsidP="00113348">
      <w:pPr>
        <w:pStyle w:val="Code"/>
      </w:pPr>
      <w:r>
        <w:t xml:space="preserve">    Selection.Find.ClearFormatting</w:t>
      </w:r>
    </w:p>
    <w:p w:rsidR="00113348" w:rsidRDefault="00113348" w:rsidP="00113348">
      <w:pPr>
        <w:pStyle w:val="Code"/>
      </w:pPr>
      <w:r>
        <w:t xml:space="preserve">    Selection.Find.Font.Name = "Symbol"</w:t>
      </w:r>
    </w:p>
    <w:p w:rsidR="00113348" w:rsidRDefault="00113348" w:rsidP="00113348">
      <w:pPr>
        <w:pStyle w:val="Code"/>
      </w:pPr>
      <w:r>
        <w:t xml:space="preserve">    Selection.Find.Replacement.ClearFormatting</w:t>
      </w:r>
    </w:p>
    <w:p w:rsidR="00113348" w:rsidRDefault="00113348" w:rsidP="00113348">
      <w:pPr>
        <w:pStyle w:val="Code"/>
      </w:pPr>
      <w:r>
        <w:t xml:space="preserve">    Selection.Find.Replacement.Font.Name = "Courier New"</w:t>
      </w:r>
    </w:p>
    <w:p w:rsidR="00113348" w:rsidRDefault="00113348" w:rsidP="00113348">
      <w:pPr>
        <w:pStyle w:val="Code"/>
      </w:pPr>
      <w:r>
        <w:t xml:space="preserve">    With Selection.Find</w:t>
      </w:r>
    </w:p>
    <w:p w:rsidR="00113348" w:rsidRDefault="00113348" w:rsidP="00113348">
      <w:pPr>
        <w:pStyle w:val="Code"/>
      </w:pPr>
      <w:r>
        <w:t xml:space="preserve">        .text = ""</w:t>
      </w:r>
    </w:p>
    <w:p w:rsidR="00113348" w:rsidRDefault="00113348" w:rsidP="00113348">
      <w:pPr>
        <w:pStyle w:val="Code"/>
      </w:pPr>
      <w:r>
        <w:t xml:space="preserve">        .Replacement.text = ""</w:t>
      </w:r>
    </w:p>
    <w:p w:rsidR="00113348" w:rsidRDefault="00113348" w:rsidP="00113348">
      <w:pPr>
        <w:pStyle w:val="Code"/>
      </w:pPr>
      <w:r>
        <w:t xml:space="preserve">        .Forward = True</w:t>
      </w:r>
    </w:p>
    <w:p w:rsidR="00113348" w:rsidRDefault="00113348" w:rsidP="00113348">
      <w:pPr>
        <w:pStyle w:val="Code"/>
      </w:pPr>
      <w:r>
        <w:t xml:space="preserve">        .Wrap = wdFindContinue</w:t>
      </w:r>
    </w:p>
    <w:p w:rsidR="00113348" w:rsidRDefault="00113348" w:rsidP="00113348">
      <w:pPr>
        <w:pStyle w:val="Code"/>
      </w:pPr>
      <w:r>
        <w:t xml:space="preserve">        .Format = True</w:t>
      </w:r>
    </w:p>
    <w:p w:rsidR="00113348" w:rsidRDefault="00113348" w:rsidP="00113348">
      <w:pPr>
        <w:pStyle w:val="Code"/>
      </w:pPr>
      <w:r>
        <w:t xml:space="preserve">        .MatchCase = False</w:t>
      </w:r>
    </w:p>
    <w:p w:rsidR="00113348" w:rsidRDefault="00113348" w:rsidP="00113348">
      <w:pPr>
        <w:pStyle w:val="Code"/>
      </w:pPr>
      <w:r>
        <w:t xml:space="preserve">        .MatchWholeWord = False</w:t>
      </w:r>
    </w:p>
    <w:p w:rsidR="00113348" w:rsidRDefault="00113348" w:rsidP="00113348">
      <w:pPr>
        <w:pStyle w:val="Code"/>
      </w:pPr>
      <w:r>
        <w:t xml:space="preserve">        .MatchWildcards = False</w:t>
      </w:r>
    </w:p>
    <w:p w:rsidR="00113348" w:rsidRDefault="00113348" w:rsidP="00113348">
      <w:pPr>
        <w:pStyle w:val="Code"/>
      </w:pPr>
      <w:r>
        <w:t xml:space="preserve">        .MatchSoundsLike = False</w:t>
      </w:r>
    </w:p>
    <w:p w:rsidR="00113348" w:rsidRDefault="00113348" w:rsidP="00113348">
      <w:pPr>
        <w:pStyle w:val="Code"/>
      </w:pPr>
      <w:r>
        <w:t xml:space="preserve">        .MatchAllWordForms = False</w:t>
      </w:r>
    </w:p>
    <w:p w:rsidR="00113348" w:rsidRDefault="00113348" w:rsidP="00113348">
      <w:pPr>
        <w:pStyle w:val="Code"/>
      </w:pPr>
      <w:r>
        <w:t xml:space="preserve">    End With</w:t>
      </w:r>
    </w:p>
    <w:p w:rsidR="00113348" w:rsidRDefault="00113348" w:rsidP="00113348">
      <w:pPr>
        <w:pStyle w:val="Code"/>
      </w:pPr>
      <w:r>
        <w:t xml:space="preserve">    Selection.Find.Execute Replace:=wdReplaceAll</w:t>
      </w:r>
    </w:p>
    <w:p w:rsidR="00113348" w:rsidRDefault="00113348" w:rsidP="00113348">
      <w:pPr>
        <w:pStyle w:val="Code"/>
      </w:pPr>
      <w:r>
        <w:t xml:space="preserve">    Selection.Find.ClearFormatting</w:t>
      </w:r>
    </w:p>
    <w:p w:rsidR="00113348" w:rsidRDefault="00113348" w:rsidP="00113348">
      <w:pPr>
        <w:pStyle w:val="Code"/>
      </w:pPr>
      <w:r>
        <w:t xml:space="preserve">    Selection.Find.Replacement.ClearFormatting</w:t>
      </w:r>
    </w:p>
    <w:p w:rsidR="00113348" w:rsidRDefault="00113348" w:rsidP="00113348">
      <w:pPr>
        <w:pStyle w:val="Code"/>
      </w:pPr>
      <w:r>
        <w:lastRenderedPageBreak/>
        <w:t xml:space="preserve">    With Selection.Find</w:t>
      </w:r>
    </w:p>
    <w:p w:rsidR="00113348" w:rsidRDefault="00113348" w:rsidP="00113348">
      <w:pPr>
        <w:pStyle w:val="Code"/>
      </w:pPr>
      <w:r>
        <w:t xml:space="preserve">        .text = ChrW(61623)</w:t>
      </w:r>
    </w:p>
    <w:p w:rsidR="00113348" w:rsidRDefault="00113348" w:rsidP="00113348">
      <w:pPr>
        <w:pStyle w:val="Code"/>
      </w:pPr>
      <w:r>
        <w:t xml:space="preserve">        .Replacement.text = "•"</w:t>
      </w:r>
    </w:p>
    <w:p w:rsidR="00113348" w:rsidRDefault="00113348" w:rsidP="00113348">
      <w:pPr>
        <w:pStyle w:val="Code"/>
      </w:pPr>
      <w:r>
        <w:t xml:space="preserve">        .Forward = True</w:t>
      </w:r>
    </w:p>
    <w:p w:rsidR="00113348" w:rsidRDefault="00113348" w:rsidP="00113348">
      <w:pPr>
        <w:pStyle w:val="Code"/>
      </w:pPr>
      <w:r>
        <w:t xml:space="preserve">        .Wrap = wdFindContinue</w:t>
      </w:r>
    </w:p>
    <w:p w:rsidR="00113348" w:rsidRDefault="00113348" w:rsidP="00113348">
      <w:pPr>
        <w:pStyle w:val="Code"/>
      </w:pPr>
      <w:r>
        <w:t xml:space="preserve">        .Format = False</w:t>
      </w:r>
    </w:p>
    <w:p w:rsidR="00113348" w:rsidRDefault="00113348" w:rsidP="00113348">
      <w:pPr>
        <w:pStyle w:val="Code"/>
      </w:pPr>
      <w:r>
        <w:t xml:space="preserve">        .MatchCase = False</w:t>
      </w:r>
    </w:p>
    <w:p w:rsidR="00113348" w:rsidRDefault="00113348" w:rsidP="00113348">
      <w:pPr>
        <w:pStyle w:val="Code"/>
      </w:pPr>
      <w:r>
        <w:t xml:space="preserve">        .MatchWholeWord = False</w:t>
      </w:r>
    </w:p>
    <w:p w:rsidR="00113348" w:rsidRDefault="00113348" w:rsidP="00113348">
      <w:pPr>
        <w:pStyle w:val="Code"/>
      </w:pPr>
      <w:r>
        <w:t xml:space="preserve">        .MatchWildcards = False</w:t>
      </w:r>
    </w:p>
    <w:p w:rsidR="00113348" w:rsidRDefault="00113348" w:rsidP="00113348">
      <w:pPr>
        <w:pStyle w:val="Code"/>
      </w:pPr>
      <w:r>
        <w:t xml:space="preserve">        .MatchSoundsLike = False</w:t>
      </w:r>
    </w:p>
    <w:p w:rsidR="00113348" w:rsidRDefault="00113348" w:rsidP="00113348">
      <w:pPr>
        <w:pStyle w:val="Code"/>
      </w:pPr>
      <w:r>
        <w:t xml:space="preserve">        .MatchAllWordForms = False</w:t>
      </w:r>
    </w:p>
    <w:p w:rsidR="00113348" w:rsidRDefault="00113348" w:rsidP="00113348">
      <w:pPr>
        <w:pStyle w:val="Code"/>
      </w:pPr>
      <w:r>
        <w:t xml:space="preserve">    End With</w:t>
      </w:r>
    </w:p>
    <w:p w:rsidR="00113348" w:rsidRDefault="00113348" w:rsidP="00113348">
      <w:pPr>
        <w:pStyle w:val="Code"/>
      </w:pPr>
      <w:r>
        <w:t xml:space="preserve">    Selection.Find.Execute Replace:=wdReplaceAll</w:t>
      </w:r>
    </w:p>
    <w:p w:rsidR="00113348" w:rsidRPr="008407EE" w:rsidRDefault="00113348" w:rsidP="00113348">
      <w:pPr>
        <w:pStyle w:val="Code"/>
      </w:pPr>
      <w:r w:rsidRPr="008407EE">
        <w:t>End Sub</w:t>
      </w:r>
    </w:p>
    <w:p w:rsidR="00113348" w:rsidRPr="008407EE" w:rsidRDefault="00113348" w:rsidP="00113348">
      <w:pPr>
        <w:pStyle w:val="Heading2"/>
      </w:pPr>
      <w:bookmarkStart w:id="33" w:name="_Toc344104051"/>
      <w:r>
        <w:t xml:space="preserve">Converting </w:t>
      </w:r>
      <w:r w:rsidRPr="008407EE">
        <w:t xml:space="preserve">Selected Text to </w:t>
      </w:r>
      <w:r>
        <w:t xml:space="preserve">an </w:t>
      </w:r>
      <w:r w:rsidRPr="008407EE">
        <w:t>Alternative</w:t>
      </w:r>
      <w:bookmarkEnd w:id="33"/>
    </w:p>
    <w:p w:rsidR="00113348" w:rsidRPr="008407EE" w:rsidRDefault="00113348" w:rsidP="00113348">
      <w:pPr>
        <w:pStyle w:val="Code"/>
      </w:pPr>
      <w:r w:rsidRPr="008407EE">
        <w:t>Sub Numword()</w:t>
      </w:r>
    </w:p>
    <w:p w:rsidR="00113348" w:rsidRPr="008407EE" w:rsidRDefault="00113348" w:rsidP="00113348">
      <w:pPr>
        <w:pStyle w:val="Code"/>
      </w:pPr>
      <w:r w:rsidRPr="008407EE">
        <w:t>' Based on macro written by Hilary Powers, June 2000</w:t>
      </w:r>
    </w:p>
    <w:p w:rsidR="00113348" w:rsidRPr="008407EE" w:rsidRDefault="00113348" w:rsidP="00113348">
      <w:pPr>
        <w:pStyle w:val="Code"/>
      </w:pPr>
      <w:r w:rsidRPr="008407EE">
        <w:t>Dim vNumerals As String</w:t>
      </w:r>
    </w:p>
    <w:p w:rsidR="00113348" w:rsidRPr="008407EE" w:rsidRDefault="00113348" w:rsidP="00113348">
      <w:pPr>
        <w:pStyle w:val="Code"/>
      </w:pPr>
      <w:r w:rsidRPr="008407EE">
        <w:t>If Selection.Type = wdSelectionIP Then</w:t>
      </w:r>
    </w:p>
    <w:p w:rsidR="00113348" w:rsidRPr="008407EE" w:rsidRDefault="00113348" w:rsidP="00113348">
      <w:pPr>
        <w:pStyle w:val="Code"/>
      </w:pPr>
      <w:r w:rsidRPr="008407EE">
        <w:t>MsgBox "Select something to convert first."</w:t>
      </w:r>
    </w:p>
    <w:p w:rsidR="00113348" w:rsidRPr="008407EE" w:rsidRDefault="00113348" w:rsidP="00113348">
      <w:pPr>
        <w:pStyle w:val="Code"/>
      </w:pPr>
      <w:r w:rsidRPr="008407EE">
        <w:t>GoTo Last</w:t>
      </w:r>
    </w:p>
    <w:p w:rsidR="00113348" w:rsidRPr="008407EE" w:rsidRDefault="00113348" w:rsidP="00113348">
      <w:pPr>
        <w:pStyle w:val="Code"/>
      </w:pPr>
      <w:r w:rsidRPr="008407EE">
        <w:t>Else</w:t>
      </w:r>
    </w:p>
    <w:p w:rsidR="00113348" w:rsidRPr="008407EE" w:rsidRDefault="00113348" w:rsidP="00113348">
      <w:pPr>
        <w:pStyle w:val="Code"/>
      </w:pPr>
      <w:r w:rsidRPr="008407EE">
        <w:t>vNumerals = Selection.text</w:t>
      </w:r>
    </w:p>
    <w:p w:rsidR="00113348" w:rsidRPr="008407EE" w:rsidRDefault="00113348" w:rsidP="00113348">
      <w:pPr>
        <w:pStyle w:val="Code"/>
      </w:pPr>
      <w:r w:rsidRPr="008407EE">
        <w:t>End If</w:t>
      </w:r>
    </w:p>
    <w:p w:rsidR="00113348" w:rsidRPr="008407EE" w:rsidRDefault="00113348" w:rsidP="00113348">
      <w:pPr>
        <w:pStyle w:val="Code"/>
      </w:pPr>
      <w:r w:rsidRPr="008407EE">
        <w:t>Select Case vNumerals</w:t>
      </w:r>
    </w:p>
    <w:p w:rsidR="00113348" w:rsidRPr="008407EE" w:rsidRDefault="00113348" w:rsidP="00113348">
      <w:pPr>
        <w:pStyle w:val="Code"/>
      </w:pPr>
      <w:r w:rsidRPr="008407EE">
        <w:t>Case 1</w:t>
      </w:r>
    </w:p>
    <w:p w:rsidR="00113348" w:rsidRPr="008407EE" w:rsidRDefault="00113348" w:rsidP="00113348">
      <w:pPr>
        <w:pStyle w:val="Code"/>
      </w:pPr>
      <w:r w:rsidRPr="008407EE">
        <w:t>Selection.TypeText text:="one"</w:t>
      </w:r>
    </w:p>
    <w:p w:rsidR="00113348" w:rsidRPr="008407EE" w:rsidRDefault="00113348" w:rsidP="00113348">
      <w:pPr>
        <w:pStyle w:val="Code"/>
      </w:pPr>
      <w:r w:rsidRPr="008407EE">
        <w:t>Case "1st"</w:t>
      </w:r>
    </w:p>
    <w:p w:rsidR="00113348" w:rsidRPr="008407EE" w:rsidRDefault="00113348" w:rsidP="00113348">
      <w:pPr>
        <w:pStyle w:val="Code"/>
      </w:pPr>
      <w:r w:rsidRPr="008407EE">
        <w:lastRenderedPageBreak/>
        <w:t>Selection.TypeText text:="first"</w:t>
      </w:r>
    </w:p>
    <w:p w:rsidR="00113348" w:rsidRPr="008407EE" w:rsidRDefault="00113348" w:rsidP="00113348">
      <w:pPr>
        <w:pStyle w:val="Code"/>
      </w:pPr>
      <w:r w:rsidRPr="008407EE">
        <w:t>Case 2</w:t>
      </w:r>
    </w:p>
    <w:p w:rsidR="00113348" w:rsidRPr="008407EE" w:rsidRDefault="00113348" w:rsidP="00113348">
      <w:pPr>
        <w:pStyle w:val="Code"/>
      </w:pPr>
      <w:r w:rsidRPr="008407EE">
        <w:t>Selection.TypeText text:="two"</w:t>
      </w:r>
    </w:p>
    <w:p w:rsidR="00113348" w:rsidRPr="008407EE" w:rsidRDefault="00113348" w:rsidP="00113348">
      <w:pPr>
        <w:pStyle w:val="Code"/>
      </w:pPr>
      <w:r w:rsidRPr="008407EE">
        <w:t>Case 30</w:t>
      </w:r>
    </w:p>
    <w:p w:rsidR="00113348" w:rsidRPr="008407EE" w:rsidRDefault="00113348" w:rsidP="00113348">
      <w:pPr>
        <w:pStyle w:val="Code"/>
      </w:pPr>
      <w:r w:rsidRPr="008407EE">
        <w:t>Selection.TypeText text:="thirty"</w:t>
      </w:r>
    </w:p>
    <w:p w:rsidR="00113348" w:rsidRPr="008407EE" w:rsidRDefault="00113348" w:rsidP="00113348">
      <w:pPr>
        <w:pStyle w:val="Code"/>
      </w:pPr>
      <w:r w:rsidRPr="008407EE">
        <w:t>Case "30th"</w:t>
      </w:r>
    </w:p>
    <w:p w:rsidR="00113348" w:rsidRPr="008407EE" w:rsidRDefault="00113348" w:rsidP="00113348">
      <w:pPr>
        <w:pStyle w:val="Code"/>
      </w:pPr>
      <w:r w:rsidRPr="008407EE">
        <w:t>Selection.TypeText text:="thirtieth"</w:t>
      </w:r>
    </w:p>
    <w:p w:rsidR="00113348" w:rsidRPr="008407EE" w:rsidRDefault="00113348" w:rsidP="00113348">
      <w:pPr>
        <w:pStyle w:val="Code"/>
      </w:pPr>
      <w:r w:rsidRPr="008407EE">
        <w:t>Case "30s"</w:t>
      </w:r>
    </w:p>
    <w:p w:rsidR="00113348" w:rsidRPr="008407EE" w:rsidRDefault="00113348" w:rsidP="00113348">
      <w:pPr>
        <w:pStyle w:val="Code"/>
      </w:pPr>
      <w:r w:rsidRPr="008407EE">
        <w:t>Selection.TypeText text:="thirties"</w:t>
      </w:r>
    </w:p>
    <w:p w:rsidR="00113348" w:rsidRPr="008407EE" w:rsidRDefault="00113348" w:rsidP="00113348">
      <w:pPr>
        <w:pStyle w:val="Code"/>
      </w:pPr>
      <w:r w:rsidRPr="008407EE">
        <w:t>Case 100</w:t>
      </w:r>
    </w:p>
    <w:p w:rsidR="00113348" w:rsidRPr="008407EE" w:rsidRDefault="00113348" w:rsidP="00113348">
      <w:pPr>
        <w:pStyle w:val="Code"/>
      </w:pPr>
      <w:r w:rsidRPr="008407EE">
        <w:t>Selection.TypeText text:="a hundred"</w:t>
      </w:r>
    </w:p>
    <w:p w:rsidR="00113348" w:rsidRPr="008407EE" w:rsidRDefault="00113348" w:rsidP="00113348">
      <w:pPr>
        <w:pStyle w:val="Code"/>
      </w:pPr>
      <w:r w:rsidRPr="008407EE">
        <w:t>Case "00 "</w:t>
      </w:r>
    </w:p>
    <w:p w:rsidR="00113348" w:rsidRPr="008407EE" w:rsidRDefault="00113348" w:rsidP="00113348">
      <w:pPr>
        <w:pStyle w:val="Code"/>
      </w:pPr>
      <w:r w:rsidRPr="008407EE">
        <w:t>Selection.TypeText text:=" hundred "</w:t>
      </w:r>
    </w:p>
    <w:p w:rsidR="00113348" w:rsidRPr="008407EE" w:rsidRDefault="00113348" w:rsidP="00113348">
      <w:pPr>
        <w:pStyle w:val="Code"/>
      </w:pPr>
      <w:r w:rsidRPr="008407EE">
        <w:t>Case "000 "</w:t>
      </w:r>
    </w:p>
    <w:p w:rsidR="00113348" w:rsidRPr="008407EE" w:rsidRDefault="00113348" w:rsidP="00113348">
      <w:pPr>
        <w:pStyle w:val="Code"/>
      </w:pPr>
      <w:r w:rsidRPr="008407EE">
        <w:t>Selection.TypeText text:=" thousand "</w:t>
      </w:r>
    </w:p>
    <w:p w:rsidR="00113348" w:rsidRPr="008407EE" w:rsidRDefault="00113348" w:rsidP="00113348">
      <w:pPr>
        <w:pStyle w:val="Code"/>
      </w:pPr>
      <w:r w:rsidRPr="008407EE">
        <w:t>Case ",000 "</w:t>
      </w:r>
    </w:p>
    <w:p w:rsidR="00113348" w:rsidRPr="008407EE" w:rsidRDefault="00113348" w:rsidP="00113348">
      <w:pPr>
        <w:pStyle w:val="Code"/>
      </w:pPr>
      <w:r w:rsidRPr="008407EE">
        <w:t>Selection.TypeText text:=" thousand "</w:t>
      </w:r>
    </w:p>
    <w:p w:rsidR="00113348" w:rsidRPr="008407EE" w:rsidRDefault="00113348" w:rsidP="00113348">
      <w:pPr>
        <w:pStyle w:val="Code"/>
      </w:pPr>
      <w:r w:rsidRPr="008407EE">
        <w:t>Case "U.S."</w:t>
      </w:r>
    </w:p>
    <w:p w:rsidR="00113348" w:rsidRPr="008407EE" w:rsidRDefault="00113348" w:rsidP="00113348">
      <w:pPr>
        <w:pStyle w:val="Code"/>
      </w:pPr>
      <w:r w:rsidRPr="008407EE">
        <w:t>Selection.TypeText text:="United States"</w:t>
      </w:r>
    </w:p>
    <w:p w:rsidR="00113348" w:rsidRPr="008407EE" w:rsidRDefault="00113348" w:rsidP="00113348">
      <w:pPr>
        <w:pStyle w:val="Code"/>
      </w:pPr>
      <w:r w:rsidRPr="008407EE">
        <w:t>Case "United States"</w:t>
      </w:r>
    </w:p>
    <w:p w:rsidR="00113348" w:rsidRPr="008407EE" w:rsidRDefault="00113348" w:rsidP="00113348">
      <w:pPr>
        <w:pStyle w:val="Code"/>
      </w:pPr>
      <w:r w:rsidRPr="008407EE">
        <w:t>Selection.TypeText text:="U.S."</w:t>
      </w:r>
    </w:p>
    <w:p w:rsidR="00113348" w:rsidRPr="008407EE" w:rsidRDefault="00113348" w:rsidP="00113348">
      <w:pPr>
        <w:pStyle w:val="Code"/>
      </w:pPr>
      <w:r w:rsidRPr="008407EE">
        <w:t>Last:</w:t>
      </w:r>
    </w:p>
    <w:p w:rsidR="00113348" w:rsidRPr="008407EE" w:rsidRDefault="00113348" w:rsidP="00113348">
      <w:pPr>
        <w:pStyle w:val="Code"/>
      </w:pPr>
      <w:r w:rsidRPr="008407EE">
        <w:t>End Sub</w:t>
      </w:r>
    </w:p>
    <w:p w:rsidR="00113348" w:rsidRPr="008407EE" w:rsidRDefault="00113348" w:rsidP="00113348">
      <w:pPr>
        <w:pStyle w:val="Heading2"/>
      </w:pPr>
      <w:bookmarkStart w:id="34" w:name="_Toc344104052"/>
      <w:r>
        <w:t xml:space="preserve">Converting </w:t>
      </w:r>
      <w:r w:rsidRPr="008407EE">
        <w:t>Any Integer</w:t>
      </w:r>
      <w:bookmarkEnd w:id="34"/>
      <w:r>
        <w:t xml:space="preserve"> to Text</w:t>
      </w:r>
    </w:p>
    <w:p w:rsidR="00113348" w:rsidRDefault="00113348" w:rsidP="00113348">
      <w:pPr>
        <w:pStyle w:val="Code"/>
      </w:pPr>
      <w:r>
        <w:t>Sub NumberToTextbyPaul()</w:t>
      </w:r>
    </w:p>
    <w:p w:rsidR="00113348" w:rsidRDefault="00113348" w:rsidP="00113348">
      <w:pPr>
        <w:pStyle w:val="Code"/>
      </w:pPr>
      <w:r>
        <w:t>' By Paul Beverley</w:t>
      </w:r>
    </w:p>
    <w:p w:rsidR="00113348" w:rsidRDefault="00113348" w:rsidP="00113348">
      <w:pPr>
        <w:pStyle w:val="Code"/>
      </w:pPr>
      <w:r>
        <w:t>' Version 26.12.12</w:t>
      </w:r>
    </w:p>
    <w:p w:rsidR="00113348" w:rsidRDefault="00113348" w:rsidP="00113348">
      <w:pPr>
        <w:pStyle w:val="Code"/>
      </w:pPr>
      <w:r>
        <w:t>' Convert next number into text</w:t>
      </w:r>
    </w:p>
    <w:p w:rsidR="00113348" w:rsidRDefault="00113348" w:rsidP="00113348">
      <w:pPr>
        <w:pStyle w:val="Code"/>
      </w:pPr>
      <w:r>
        <w:lastRenderedPageBreak/>
        <w:t>oldFind = Selection.Find.text</w:t>
      </w:r>
    </w:p>
    <w:p w:rsidR="00113348" w:rsidRDefault="00113348" w:rsidP="00113348">
      <w:pPr>
        <w:pStyle w:val="Code"/>
      </w:pPr>
      <w:r>
        <w:t>oldReplace = Selection.Find.Replacement.text</w:t>
      </w:r>
    </w:p>
    <w:p w:rsidR="00113348" w:rsidRDefault="00113348" w:rsidP="00113348">
      <w:pPr>
        <w:pStyle w:val="Code"/>
      </w:pPr>
      <w:r>
        <w:t>' Find a number (six figures max)</w:t>
      </w:r>
    </w:p>
    <w:p w:rsidR="00113348" w:rsidRDefault="00113348" w:rsidP="00113348">
      <w:pPr>
        <w:pStyle w:val="Code"/>
      </w:pPr>
      <w:r>
        <w:t>Selection.End = Selection.Start</w:t>
      </w:r>
    </w:p>
    <w:p w:rsidR="00113348" w:rsidRDefault="00113348" w:rsidP="00113348">
      <w:pPr>
        <w:pStyle w:val="Code"/>
      </w:pPr>
      <w:r>
        <w:t>With Selection.Find</w:t>
      </w:r>
    </w:p>
    <w:p w:rsidR="00113348" w:rsidRDefault="00113348" w:rsidP="00113348">
      <w:pPr>
        <w:pStyle w:val="Code"/>
      </w:pPr>
      <w:r>
        <w:t xml:space="preserve">  .ClearFormatting</w:t>
      </w:r>
    </w:p>
    <w:p w:rsidR="00113348" w:rsidRDefault="00113348" w:rsidP="00113348">
      <w:pPr>
        <w:pStyle w:val="Code"/>
      </w:pPr>
      <w:r>
        <w:t xml:space="preserve">  .Replacement.ClearFormatting</w:t>
      </w:r>
    </w:p>
    <w:p w:rsidR="00113348" w:rsidRDefault="00113348" w:rsidP="00113348">
      <w:pPr>
        <w:pStyle w:val="Code"/>
      </w:pPr>
      <w:r>
        <w:t xml:space="preserve">  .text = "[0-9]{1,6}"</w:t>
      </w:r>
    </w:p>
    <w:p w:rsidR="00113348" w:rsidRDefault="00113348" w:rsidP="00113348">
      <w:pPr>
        <w:pStyle w:val="Code"/>
      </w:pPr>
      <w:r>
        <w:t xml:space="preserve">  .Forward = True</w:t>
      </w:r>
    </w:p>
    <w:p w:rsidR="00113348" w:rsidRDefault="00113348" w:rsidP="00113348">
      <w:pPr>
        <w:pStyle w:val="Code"/>
      </w:pPr>
      <w:r>
        <w:t xml:space="preserve">  .MatchWildcards = True</w:t>
      </w:r>
    </w:p>
    <w:p w:rsidR="00113348" w:rsidRDefault="00113348" w:rsidP="00113348">
      <w:pPr>
        <w:pStyle w:val="Code"/>
      </w:pPr>
      <w:r>
        <w:t xml:space="preserve">  .MatchWholeWord = False</w:t>
      </w:r>
    </w:p>
    <w:p w:rsidR="00113348" w:rsidRDefault="00113348" w:rsidP="00113348">
      <w:pPr>
        <w:pStyle w:val="Code"/>
      </w:pPr>
      <w:r>
        <w:t xml:space="preserve">  .MatchSoundsLike = False</w:t>
      </w:r>
    </w:p>
    <w:p w:rsidR="00113348" w:rsidRDefault="00113348" w:rsidP="00113348">
      <w:pPr>
        <w:pStyle w:val="Code"/>
      </w:pPr>
      <w:r>
        <w:t xml:space="preserve">  .MatchAllWordForms = False</w:t>
      </w:r>
    </w:p>
    <w:p w:rsidR="00113348" w:rsidRDefault="00113348" w:rsidP="00113348">
      <w:pPr>
        <w:pStyle w:val="Code"/>
      </w:pPr>
      <w:r>
        <w:t xml:space="preserve">  .Execute</w:t>
      </w:r>
    </w:p>
    <w:p w:rsidR="00113348" w:rsidRDefault="00113348" w:rsidP="00113348">
      <w:pPr>
        <w:pStyle w:val="Code"/>
      </w:pPr>
      <w:r>
        <w:t>End With</w:t>
      </w:r>
    </w:p>
    <w:p w:rsidR="00113348" w:rsidRDefault="00113348" w:rsidP="00113348">
      <w:pPr>
        <w:pStyle w:val="Code"/>
      </w:pPr>
      <w:r>
        <w:t>' Create a field containing the digits and a special format code</w:t>
      </w:r>
    </w:p>
    <w:p w:rsidR="00113348" w:rsidRDefault="00113348" w:rsidP="00113348">
      <w:pPr>
        <w:pStyle w:val="Code"/>
      </w:pPr>
      <w:r>
        <w:t>Selection.Fields.Add Range:=Selection.Range, _</w:t>
      </w:r>
    </w:p>
    <w:p w:rsidR="00113348" w:rsidRDefault="00113348" w:rsidP="00113348">
      <w:pPr>
        <w:pStyle w:val="Code"/>
      </w:pPr>
      <w:r>
        <w:t xml:space="preserve">   Type:=wdFieldEmpty, text:="= " + Selection + " \* CardText", _</w:t>
      </w:r>
    </w:p>
    <w:p w:rsidR="00113348" w:rsidRDefault="00113348" w:rsidP="00113348">
      <w:pPr>
        <w:pStyle w:val="Code"/>
      </w:pPr>
      <w:r>
        <w:t xml:space="preserve">   PreserveFormatting:=True</w:t>
      </w:r>
    </w:p>
    <w:p w:rsidR="00113348" w:rsidRDefault="00113348" w:rsidP="00113348">
      <w:pPr>
        <w:pStyle w:val="Code"/>
      </w:pPr>
      <w:r>
        <w:t>' Select the field and copy it</w:t>
      </w:r>
    </w:p>
    <w:p w:rsidR="00113348" w:rsidRDefault="00113348" w:rsidP="00113348">
      <w:pPr>
        <w:pStyle w:val="Code"/>
      </w:pPr>
      <w:r>
        <w:t>Selection.MoveStart Unit:=wdCharacter, Count:=-1</w:t>
      </w:r>
    </w:p>
    <w:p w:rsidR="00113348" w:rsidRDefault="00113348" w:rsidP="00113348">
      <w:pPr>
        <w:pStyle w:val="Code"/>
      </w:pPr>
      <w:r>
        <w:t>Selection.Copy</w:t>
      </w:r>
    </w:p>
    <w:p w:rsidR="00113348" w:rsidRDefault="00113348" w:rsidP="00113348">
      <w:pPr>
        <w:pStyle w:val="Code"/>
      </w:pPr>
      <w:r>
        <w:t>' Paste the text as unformatted, replacing the field</w:t>
      </w:r>
    </w:p>
    <w:p w:rsidR="00113348" w:rsidRDefault="00113348" w:rsidP="00113348">
      <w:pPr>
        <w:pStyle w:val="Code"/>
      </w:pPr>
      <w:r>
        <w:t>Selection.PasteSpecial Link:=False, DataType:=wdPasteText, _</w:t>
      </w:r>
    </w:p>
    <w:p w:rsidR="00113348" w:rsidRDefault="00113348" w:rsidP="00113348">
      <w:pPr>
        <w:pStyle w:val="Code"/>
      </w:pPr>
      <w:r>
        <w:t xml:space="preserve">   Placement:=wdInLine, DisplayAsIcon:=False</w:t>
      </w:r>
    </w:p>
    <w:p w:rsidR="00113348" w:rsidRDefault="00113348" w:rsidP="00113348">
      <w:pPr>
        <w:pStyle w:val="Code"/>
      </w:pPr>
      <w:r>
        <w:t>With Selection.Find</w:t>
      </w:r>
    </w:p>
    <w:p w:rsidR="00113348" w:rsidRDefault="00113348" w:rsidP="00113348">
      <w:pPr>
        <w:pStyle w:val="Code"/>
      </w:pPr>
      <w:r>
        <w:t xml:space="preserve">  .text = oldFind</w:t>
      </w:r>
    </w:p>
    <w:p w:rsidR="00113348" w:rsidRDefault="00113348" w:rsidP="00113348">
      <w:pPr>
        <w:pStyle w:val="Code"/>
      </w:pPr>
      <w:r>
        <w:t xml:space="preserve">  .Replacement.text = oldReplace</w:t>
      </w:r>
    </w:p>
    <w:p w:rsidR="00113348" w:rsidRDefault="00113348" w:rsidP="00113348">
      <w:pPr>
        <w:pStyle w:val="Code"/>
      </w:pPr>
      <w:r>
        <w:t xml:space="preserve">  .MatchWildcards = False</w:t>
      </w:r>
    </w:p>
    <w:p w:rsidR="00113348" w:rsidRDefault="00113348" w:rsidP="00113348">
      <w:pPr>
        <w:pStyle w:val="Code"/>
      </w:pPr>
      <w:r>
        <w:lastRenderedPageBreak/>
        <w:t>End With</w:t>
      </w:r>
    </w:p>
    <w:p w:rsidR="00113348" w:rsidRPr="008407EE" w:rsidRDefault="00113348" w:rsidP="00113348">
      <w:pPr>
        <w:pStyle w:val="Code"/>
      </w:pPr>
      <w:r>
        <w:t>End Sub</w:t>
      </w:r>
    </w:p>
    <w:p w:rsidR="005B1E57" w:rsidRDefault="005B1E57" w:rsidP="005B1E57">
      <w:pPr>
        <w:pStyle w:val="Heading2"/>
      </w:pPr>
      <w:bookmarkStart w:id="35" w:name="_Toc344104053"/>
      <w:bookmarkStart w:id="36" w:name="_Toc345066256"/>
      <w:r w:rsidRPr="001C10C7">
        <w:t>Getting More Without Asking</w:t>
      </w:r>
      <w:bookmarkEnd w:id="36"/>
    </w:p>
    <w:p w:rsidR="005B1E57" w:rsidRDefault="005B1E57" w:rsidP="005B1E57">
      <w:pPr>
        <w:pStyle w:val="Code"/>
      </w:pPr>
      <w:r>
        <w:t>Sub AutoExec()</w:t>
      </w:r>
    </w:p>
    <w:p w:rsidR="005B1E57" w:rsidRDefault="005B1E57" w:rsidP="005B1E57">
      <w:pPr>
        <w:pStyle w:val="Code"/>
      </w:pPr>
      <w:r>
        <w:t>' Written by Jay Freedman to help David Chinell</w:t>
      </w:r>
    </w:p>
    <w:p w:rsidR="005B1E57" w:rsidRDefault="005B1E57" w:rsidP="005B1E57">
      <w:pPr>
        <w:pStyle w:val="Code"/>
      </w:pPr>
      <w:r>
        <w:t>' solve the expanded Find and Replace dialog problem,</w:t>
      </w:r>
    </w:p>
    <w:p w:rsidR="005B1E57" w:rsidRDefault="005B1E57" w:rsidP="005B1E57">
      <w:pPr>
        <w:pStyle w:val="Code"/>
      </w:pPr>
      <w:r>
        <w:t>' January 2013</w:t>
      </w:r>
    </w:p>
    <w:p w:rsidR="005B1E57" w:rsidRDefault="005B1E57" w:rsidP="005B1E57">
      <w:pPr>
        <w:pStyle w:val="Code"/>
      </w:pPr>
      <w:r>
        <w:t>Application.OnTime When:=Now + TimeValue("00:00:02"), Name:="EditReplaceMore"</w:t>
      </w:r>
    </w:p>
    <w:p w:rsidR="005B1E57" w:rsidRDefault="005B1E57" w:rsidP="005B1E57">
      <w:pPr>
        <w:pStyle w:val="Code"/>
      </w:pPr>
      <w:r>
        <w:t>End Sub</w:t>
      </w:r>
    </w:p>
    <w:p w:rsidR="005B1E57" w:rsidRDefault="005B1E57" w:rsidP="005B1E57">
      <w:pPr>
        <w:pStyle w:val="Code"/>
      </w:pPr>
      <w:r>
        <w:t>Sub EditReplaceMore()</w:t>
      </w:r>
    </w:p>
    <w:p w:rsidR="005B1E57" w:rsidRDefault="005B1E57" w:rsidP="005B1E57">
      <w:pPr>
        <w:pStyle w:val="Code"/>
      </w:pPr>
      <w:r>
        <w:t>' Written by David Chinell, January 2013</w:t>
      </w:r>
    </w:p>
    <w:p w:rsidR="005B1E57" w:rsidRDefault="005B1E57" w:rsidP="005B1E57">
      <w:pPr>
        <w:pStyle w:val="Code"/>
      </w:pPr>
      <w:r>
        <w:t>Application.ScreenUpdating = False</w:t>
      </w:r>
    </w:p>
    <w:p w:rsidR="005B1E57" w:rsidRDefault="005B1E57" w:rsidP="005B1E57">
      <w:pPr>
        <w:pStyle w:val="Code"/>
      </w:pPr>
      <w:r>
        <w:t>SendKeys "%M"</w:t>
      </w:r>
    </w:p>
    <w:p w:rsidR="005B1E57" w:rsidRDefault="005B1E57" w:rsidP="005B1E57">
      <w:pPr>
        <w:pStyle w:val="Code"/>
      </w:pPr>
      <w:r>
        <w:t>Dialogs(wdDialogEditReplace).Display TimeOut:=10</w:t>
      </w:r>
    </w:p>
    <w:p w:rsidR="005B1E57" w:rsidRDefault="005B1E57" w:rsidP="005B1E57">
      <w:pPr>
        <w:pStyle w:val="Code"/>
      </w:pPr>
      <w:r>
        <w:t>Application.ScreenUpdating = True</w:t>
      </w:r>
    </w:p>
    <w:p w:rsidR="005B1E57" w:rsidRPr="001C10C7" w:rsidRDefault="005B1E57" w:rsidP="005B1E57">
      <w:pPr>
        <w:pStyle w:val="Code"/>
      </w:pPr>
      <w:r>
        <w:t>End Sub</w:t>
      </w:r>
    </w:p>
    <w:p w:rsidR="00113348" w:rsidRPr="008407EE" w:rsidRDefault="00113348" w:rsidP="00113348">
      <w:pPr>
        <w:pStyle w:val="Heading2"/>
      </w:pPr>
      <w:r>
        <w:t xml:space="preserve">Offering </w:t>
      </w:r>
      <w:r w:rsidRPr="008407EE">
        <w:t>Specific Choices</w:t>
      </w:r>
      <w:bookmarkEnd w:id="35"/>
    </w:p>
    <w:p w:rsidR="00113348" w:rsidRDefault="00113348" w:rsidP="00113348">
      <w:pPr>
        <w:pStyle w:val="Code"/>
      </w:pPr>
      <w:r>
        <w:t>Sub ChoiceShell()</w:t>
      </w:r>
    </w:p>
    <w:p w:rsidR="00113348" w:rsidRDefault="00113348" w:rsidP="00113348">
      <w:pPr>
        <w:pStyle w:val="Code"/>
      </w:pPr>
      <w:r>
        <w:t xml:space="preserve">' Macro written by Hilary Powers 02-09-04. Updated 03-04-08 by David </w:t>
      </w:r>
    </w:p>
    <w:p w:rsidR="00113348" w:rsidRDefault="00113348" w:rsidP="00113348">
      <w:pPr>
        <w:pStyle w:val="Code"/>
      </w:pPr>
      <w:r>
        <w:t>' Chinell to add action for Cancel button and clean up the code.</w:t>
      </w:r>
    </w:p>
    <w:p w:rsidR="00113348" w:rsidRDefault="00113348" w:rsidP="00113348">
      <w:pPr>
        <w:pStyle w:val="Code"/>
      </w:pPr>
      <w:r>
        <w:t>Dim strTitle As String</w:t>
      </w:r>
    </w:p>
    <w:p w:rsidR="00113348" w:rsidRDefault="00113348" w:rsidP="00113348">
      <w:pPr>
        <w:pStyle w:val="Code"/>
      </w:pPr>
      <w:r>
        <w:t>Dim strPrompt As String</w:t>
      </w:r>
    </w:p>
    <w:p w:rsidR="00113348" w:rsidRDefault="00113348" w:rsidP="00113348">
      <w:pPr>
        <w:pStyle w:val="Code"/>
      </w:pPr>
      <w:r>
        <w:t>Dim strDefault As String</w:t>
      </w:r>
    </w:p>
    <w:p w:rsidR="00113348" w:rsidRDefault="00113348" w:rsidP="00113348">
      <w:pPr>
        <w:pStyle w:val="Code"/>
      </w:pPr>
      <w:r>
        <w:t>Dim strResponse As String</w:t>
      </w:r>
    </w:p>
    <w:p w:rsidR="00113348" w:rsidRDefault="00113348" w:rsidP="00113348">
      <w:pPr>
        <w:pStyle w:val="Code"/>
      </w:pPr>
      <w:r>
        <w:t>' Set the InputBox variables</w:t>
      </w:r>
    </w:p>
    <w:p w:rsidR="00113348" w:rsidRDefault="00113348" w:rsidP="00113348">
      <w:pPr>
        <w:pStyle w:val="Code"/>
      </w:pPr>
      <w:r>
        <w:t>strTitle = "How are you feeling?"</w:t>
      </w:r>
    </w:p>
    <w:p w:rsidR="00113348" w:rsidRDefault="00113348" w:rsidP="00113348">
      <w:pPr>
        <w:pStyle w:val="Code"/>
      </w:pPr>
      <w:r>
        <w:t>' The "+ vbCrLf" code says prompts continue on the next line.</w:t>
      </w:r>
    </w:p>
    <w:p w:rsidR="00113348" w:rsidRDefault="00113348" w:rsidP="00113348">
      <w:pPr>
        <w:pStyle w:val="Code"/>
      </w:pPr>
      <w:r>
        <w:t>strPrompt = "1. Fine" + vbCrLf</w:t>
      </w:r>
    </w:p>
    <w:p w:rsidR="00113348" w:rsidRDefault="00113348" w:rsidP="00113348">
      <w:pPr>
        <w:pStyle w:val="Code"/>
      </w:pPr>
      <w:r>
        <w:lastRenderedPageBreak/>
        <w:t>strPrompt = strPrompt &amp; "2. Frustrated" + vbCrLf</w:t>
      </w:r>
    </w:p>
    <w:p w:rsidR="00113348" w:rsidRDefault="00113348" w:rsidP="00113348">
      <w:pPr>
        <w:pStyle w:val="Code"/>
      </w:pPr>
      <w:r>
        <w:t>strPrompt = strPrompt &amp; "3. Sick"</w:t>
      </w:r>
    </w:p>
    <w:p w:rsidR="00113348" w:rsidRDefault="00113348" w:rsidP="00113348">
      <w:pPr>
        <w:pStyle w:val="Code"/>
      </w:pPr>
      <w:r>
        <w:t>strDefault = "1"</w:t>
      </w:r>
    </w:p>
    <w:p w:rsidR="00113348" w:rsidRDefault="00113348" w:rsidP="00113348">
      <w:pPr>
        <w:pStyle w:val="Code"/>
      </w:pPr>
      <w:r>
        <w:t>' Get the user's choice</w:t>
      </w:r>
    </w:p>
    <w:p w:rsidR="00113348" w:rsidRDefault="00113348" w:rsidP="00113348">
      <w:pPr>
        <w:pStyle w:val="Code"/>
      </w:pPr>
      <w:r>
        <w:t>Do While strResponse = ""</w:t>
      </w:r>
    </w:p>
    <w:p w:rsidR="00113348" w:rsidRDefault="00113348" w:rsidP="00113348">
      <w:pPr>
        <w:pStyle w:val="Code"/>
      </w:pPr>
      <w:r>
        <w:t>' Make sure next bit (strResponse thru strDefault) is on one line.</w:t>
      </w:r>
    </w:p>
    <w:p w:rsidR="00113348" w:rsidRDefault="00113348" w:rsidP="00113348">
      <w:pPr>
        <w:pStyle w:val="Code"/>
      </w:pPr>
      <w:r>
        <w:t xml:space="preserve">    strResponse = InputBox(Title:=strTitle, Prompt:=strPrompt, Default:=strDefault)</w:t>
      </w:r>
    </w:p>
    <w:p w:rsidR="00113348" w:rsidRDefault="00113348" w:rsidP="00113348">
      <w:pPr>
        <w:pStyle w:val="Code"/>
      </w:pPr>
      <w:r>
        <w:t xml:space="preserve">    Select Case strResponse</w:t>
      </w:r>
    </w:p>
    <w:p w:rsidR="00113348" w:rsidRDefault="00113348" w:rsidP="00113348">
      <w:pPr>
        <w:pStyle w:val="Code"/>
      </w:pPr>
      <w:r>
        <w:t xml:space="preserve">        Case ""</w:t>
      </w:r>
    </w:p>
    <w:p w:rsidR="00113348" w:rsidRDefault="00113348" w:rsidP="00113348">
      <w:pPr>
        <w:pStyle w:val="Code"/>
      </w:pPr>
      <w:r>
        <w:t xml:space="preserve">            ' Exit as Cancel was clicked</w:t>
      </w:r>
    </w:p>
    <w:p w:rsidR="00113348" w:rsidRDefault="00113348" w:rsidP="00113348">
      <w:pPr>
        <w:pStyle w:val="Code"/>
      </w:pPr>
      <w:r>
        <w:t xml:space="preserve">            Exit Do</w:t>
      </w:r>
    </w:p>
    <w:p w:rsidR="00113348" w:rsidRDefault="00113348" w:rsidP="00113348">
      <w:pPr>
        <w:pStyle w:val="Code"/>
      </w:pPr>
      <w:r>
        <w:t xml:space="preserve">        Case "1"</w:t>
      </w:r>
    </w:p>
    <w:p w:rsidR="00113348" w:rsidRDefault="00113348" w:rsidP="00113348">
      <w:pPr>
        <w:pStyle w:val="Code"/>
      </w:pPr>
      <w:r>
        <w:t xml:space="preserve">            ' Do stuff for choice 1 here</w:t>
      </w:r>
    </w:p>
    <w:p w:rsidR="00113348" w:rsidRDefault="00113348" w:rsidP="00113348">
      <w:pPr>
        <w:pStyle w:val="Code"/>
      </w:pPr>
      <w:r>
        <w:t xml:space="preserve">            Selection.TypeText text:="Great! Let's get to work!"</w:t>
      </w:r>
    </w:p>
    <w:p w:rsidR="00113348" w:rsidRDefault="00113348" w:rsidP="00113348">
      <w:pPr>
        <w:pStyle w:val="Code"/>
      </w:pPr>
      <w:r>
        <w:t xml:space="preserve">            Selection.TypeParagraph</w:t>
      </w:r>
    </w:p>
    <w:p w:rsidR="00113348" w:rsidRDefault="00113348" w:rsidP="00113348">
      <w:pPr>
        <w:pStyle w:val="Code"/>
      </w:pPr>
      <w:r>
        <w:t xml:space="preserve">        Case "2"</w:t>
      </w:r>
    </w:p>
    <w:p w:rsidR="00113348" w:rsidRDefault="00113348" w:rsidP="00113348">
      <w:pPr>
        <w:pStyle w:val="Code"/>
      </w:pPr>
      <w:r>
        <w:t xml:space="preserve">            ' Do stuff for choice 2 here</w:t>
      </w:r>
    </w:p>
    <w:p w:rsidR="00113348" w:rsidRDefault="00113348" w:rsidP="00113348">
      <w:pPr>
        <w:pStyle w:val="Code"/>
      </w:pPr>
      <w:r>
        <w:t xml:space="preserve">            Selection.TypeText text:="Take a deep breath...."</w:t>
      </w:r>
    </w:p>
    <w:p w:rsidR="00113348" w:rsidRDefault="00113348" w:rsidP="00113348">
      <w:pPr>
        <w:pStyle w:val="Code"/>
      </w:pPr>
      <w:r>
        <w:t xml:space="preserve">            Selection.TypeParagraph</w:t>
      </w:r>
    </w:p>
    <w:p w:rsidR="00113348" w:rsidRDefault="00113348" w:rsidP="00113348">
      <w:pPr>
        <w:pStyle w:val="Code"/>
      </w:pPr>
      <w:r>
        <w:t xml:space="preserve">        Case "3"</w:t>
      </w:r>
    </w:p>
    <w:p w:rsidR="00113348" w:rsidRDefault="00113348" w:rsidP="00113348">
      <w:pPr>
        <w:pStyle w:val="Code"/>
      </w:pPr>
      <w:r>
        <w:t xml:space="preserve">            ' Do stuff for choice 3 here</w:t>
      </w:r>
    </w:p>
    <w:p w:rsidR="00113348" w:rsidRDefault="00113348" w:rsidP="00113348">
      <w:pPr>
        <w:pStyle w:val="Code"/>
      </w:pPr>
      <w:r>
        <w:t xml:space="preserve">            Selection.TypeText text:="Take two aspirin and call me "</w:t>
      </w:r>
    </w:p>
    <w:p w:rsidR="00113348" w:rsidRDefault="00113348" w:rsidP="00113348">
      <w:pPr>
        <w:pStyle w:val="Code"/>
      </w:pPr>
      <w:r>
        <w:t xml:space="preserve">            Selection.TypeText text:="in the morning."</w:t>
      </w:r>
    </w:p>
    <w:p w:rsidR="00113348" w:rsidRDefault="00113348" w:rsidP="00113348">
      <w:pPr>
        <w:pStyle w:val="Code"/>
      </w:pPr>
      <w:r>
        <w:t xml:space="preserve">            Selection.TypeParagraph</w:t>
      </w:r>
    </w:p>
    <w:p w:rsidR="00113348" w:rsidRDefault="00113348" w:rsidP="00113348">
      <w:pPr>
        <w:pStyle w:val="Code"/>
      </w:pPr>
      <w:r>
        <w:t xml:space="preserve">        Case Else</w:t>
      </w:r>
    </w:p>
    <w:p w:rsidR="00113348" w:rsidRDefault="00113348" w:rsidP="00113348">
      <w:pPr>
        <w:pStyle w:val="Code"/>
      </w:pPr>
      <w:r>
        <w:t xml:space="preserve">            ' Invalid selection. Null out response and prompt again.</w:t>
      </w:r>
    </w:p>
    <w:p w:rsidR="00113348" w:rsidRDefault="00113348" w:rsidP="00113348">
      <w:pPr>
        <w:pStyle w:val="Code"/>
      </w:pPr>
      <w:r>
        <w:t xml:space="preserve">            strResponse = ""</w:t>
      </w:r>
    </w:p>
    <w:p w:rsidR="00113348" w:rsidRDefault="00113348" w:rsidP="00113348">
      <w:pPr>
        <w:pStyle w:val="Code"/>
      </w:pPr>
      <w:r>
        <w:t xml:space="preserve">    End Select</w:t>
      </w:r>
    </w:p>
    <w:p w:rsidR="00113348" w:rsidRDefault="00113348" w:rsidP="00113348">
      <w:pPr>
        <w:pStyle w:val="Code"/>
      </w:pPr>
      <w:r>
        <w:lastRenderedPageBreak/>
        <w:t>Loop</w:t>
      </w:r>
    </w:p>
    <w:p w:rsidR="00113348" w:rsidRDefault="00113348" w:rsidP="00113348">
      <w:pPr>
        <w:pStyle w:val="Code"/>
      </w:pPr>
      <w:r>
        <w:t>End Sub</w:t>
      </w:r>
      <w:r>
        <w:br w:type="page"/>
      </w:r>
    </w:p>
    <w:p w:rsidR="006B2FDC" w:rsidRPr="00113348" w:rsidRDefault="006B2FDC"/>
    <w:sectPr w:rsidR="006B2FDC" w:rsidRPr="00113348" w:rsidSect="001133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C9C06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48A91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8474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0089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BB8CA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6CA3C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008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18C4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BE8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B1057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displayBackgroundShape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48"/>
    <w:rsid w:val="00025ABB"/>
    <w:rsid w:val="000C08B5"/>
    <w:rsid w:val="00113348"/>
    <w:rsid w:val="001B449D"/>
    <w:rsid w:val="001C280D"/>
    <w:rsid w:val="00294DE3"/>
    <w:rsid w:val="003111D8"/>
    <w:rsid w:val="00461152"/>
    <w:rsid w:val="00586F4E"/>
    <w:rsid w:val="005B1E57"/>
    <w:rsid w:val="006B2FDC"/>
    <w:rsid w:val="00817231"/>
    <w:rsid w:val="0084711B"/>
    <w:rsid w:val="00853CEE"/>
    <w:rsid w:val="009B43BF"/>
    <w:rsid w:val="00A9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E57"/>
    <w:pPr>
      <w:spacing w:line="480" w:lineRule="auto"/>
    </w:pPr>
    <w:rPr>
      <w:rFonts w:ascii="Lucida Console" w:eastAsia="Times New Roman" w:hAnsi="Lucida Console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B1E57"/>
    <w:pPr>
      <w:keepNext/>
      <w:spacing w:before="240" w:after="60"/>
      <w:contextualSpacing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5B1E57"/>
    <w:pPr>
      <w:keepNext/>
      <w:spacing w:before="240" w:after="60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5B1E57"/>
    <w:pPr>
      <w:keepNext/>
      <w:spacing w:before="240" w:after="60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5B1E57"/>
    <w:pPr>
      <w:keepNext/>
      <w:spacing w:before="240" w:after="60"/>
      <w:outlineLvl w:val="3"/>
    </w:pPr>
  </w:style>
  <w:style w:type="paragraph" w:styleId="Heading6">
    <w:name w:val="heading 6"/>
    <w:basedOn w:val="Normal"/>
    <w:next w:val="Normal"/>
    <w:link w:val="Heading6Char"/>
    <w:qFormat/>
    <w:rsid w:val="005B1E57"/>
    <w:pPr>
      <w:spacing w:before="240" w:after="60"/>
      <w:outlineLvl w:val="5"/>
    </w:pPr>
  </w:style>
  <w:style w:type="character" w:default="1" w:styleId="DefaultParagraphFont">
    <w:name w:val="Default Paragraph Font"/>
    <w:uiPriority w:val="1"/>
    <w:semiHidden/>
    <w:unhideWhenUsed/>
    <w:rsid w:val="005B1E5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B1E57"/>
  </w:style>
  <w:style w:type="character" w:customStyle="1" w:styleId="Heading1Char">
    <w:name w:val="Heading 1 Char"/>
    <w:basedOn w:val="DefaultParagraphFont"/>
    <w:link w:val="Heading1"/>
    <w:rsid w:val="00113348"/>
    <w:rPr>
      <w:rFonts w:ascii="Lucida Console" w:eastAsia="Times New Roman" w:hAnsi="Lucida Console" w:cs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113348"/>
    <w:rPr>
      <w:rFonts w:ascii="Lucida Console" w:eastAsia="Times New Roman" w:hAnsi="Lucida Console" w:cs="Times New Roman"/>
      <w:i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13348"/>
    <w:rPr>
      <w:rFonts w:ascii="Lucida Console" w:eastAsia="Times New Roman" w:hAnsi="Lucida Console" w:cs="Times New Roman"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113348"/>
    <w:rPr>
      <w:rFonts w:ascii="Lucida Console" w:eastAsia="Times New Roman" w:hAnsi="Lucida Console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113348"/>
    <w:rPr>
      <w:rFonts w:ascii="Lucida Console" w:eastAsia="Times New Roman" w:hAnsi="Lucida Console" w:cs="Times New Roman"/>
      <w:sz w:val="24"/>
      <w:szCs w:val="24"/>
    </w:rPr>
  </w:style>
  <w:style w:type="paragraph" w:customStyle="1" w:styleId="Extract">
    <w:name w:val="Extract"/>
    <w:basedOn w:val="Normal"/>
    <w:rsid w:val="005B1E57"/>
    <w:pPr>
      <w:ind w:left="720"/>
    </w:pPr>
    <w:rPr>
      <w:lang w:eastAsia="ja-JP"/>
    </w:rPr>
  </w:style>
  <w:style w:type="paragraph" w:customStyle="1" w:styleId="Single">
    <w:name w:val="Single"/>
    <w:basedOn w:val="Normal"/>
    <w:rsid w:val="005B1E57"/>
    <w:pPr>
      <w:spacing w:line="240" w:lineRule="auto"/>
    </w:pPr>
  </w:style>
  <w:style w:type="paragraph" w:styleId="EndnoteText">
    <w:name w:val="endnote text"/>
    <w:basedOn w:val="Normal"/>
    <w:link w:val="EndnoteTextChar"/>
    <w:semiHidden/>
    <w:rsid w:val="005B1E57"/>
  </w:style>
  <w:style w:type="character" w:customStyle="1" w:styleId="EndnoteTextChar">
    <w:name w:val="Endnote Text Char"/>
    <w:basedOn w:val="DefaultParagraphFont"/>
    <w:link w:val="EndnoteText"/>
    <w:semiHidden/>
    <w:rsid w:val="00113348"/>
    <w:rPr>
      <w:rFonts w:ascii="Lucida Console" w:eastAsia="Times New Roman" w:hAnsi="Lucida Console" w:cs="Times New Roman"/>
      <w:sz w:val="24"/>
      <w:szCs w:val="24"/>
    </w:rPr>
  </w:style>
  <w:style w:type="paragraph" w:styleId="BodyText">
    <w:name w:val="Body Text"/>
    <w:basedOn w:val="Normal"/>
    <w:link w:val="BodyTextChar"/>
    <w:rsid w:val="005B1E57"/>
    <w:pPr>
      <w:spacing w:after="240"/>
    </w:pPr>
  </w:style>
  <w:style w:type="character" w:customStyle="1" w:styleId="BodyTextChar">
    <w:name w:val="Body Text Char"/>
    <w:basedOn w:val="DefaultParagraphFont"/>
    <w:link w:val="BodyText"/>
    <w:rsid w:val="00113348"/>
    <w:rPr>
      <w:rFonts w:ascii="Lucida Console" w:eastAsia="Times New Roman" w:hAnsi="Lucida Console" w:cs="Times New Roman"/>
      <w:sz w:val="24"/>
      <w:szCs w:val="24"/>
    </w:rPr>
  </w:style>
  <w:style w:type="paragraph" w:customStyle="1" w:styleId="Hidden">
    <w:name w:val="Hidden"/>
    <w:rsid w:val="005B1E57"/>
    <w:pPr>
      <w:spacing w:after="0" w:line="480" w:lineRule="auto"/>
    </w:pPr>
    <w:rPr>
      <w:rFonts w:ascii="Lucida Console" w:eastAsia="Times New Roman" w:hAnsi="Lucida Console" w:cs="Times New Roman"/>
      <w:noProof/>
      <w:vanish/>
      <w:sz w:val="24"/>
      <w:szCs w:val="20"/>
    </w:rPr>
  </w:style>
  <w:style w:type="paragraph" w:styleId="ListBullet">
    <w:name w:val="List Bullet"/>
    <w:basedOn w:val="Normal"/>
    <w:autoRedefine/>
    <w:rsid w:val="005B1E57"/>
    <w:pPr>
      <w:numPr>
        <w:numId w:val="1"/>
      </w:numPr>
    </w:pPr>
  </w:style>
  <w:style w:type="paragraph" w:styleId="ListBullet2">
    <w:name w:val="List Bullet 2"/>
    <w:basedOn w:val="Normal"/>
    <w:autoRedefine/>
    <w:rsid w:val="005B1E57"/>
    <w:pPr>
      <w:numPr>
        <w:numId w:val="2"/>
      </w:numPr>
    </w:pPr>
  </w:style>
  <w:style w:type="paragraph" w:customStyle="1" w:styleId="Code">
    <w:name w:val="Code"/>
    <w:basedOn w:val="Normal"/>
    <w:rsid w:val="00113348"/>
    <w:pPr>
      <w:suppressAutoHyphens/>
      <w:spacing w:after="120"/>
      <w:contextualSpacing/>
    </w:pPr>
    <w:rPr>
      <w:rFonts w:ascii="Courier New" w:hAnsi="Courier New"/>
      <w:noProof/>
      <w:sz w:val="22"/>
      <w:szCs w:val="22"/>
      <w:lang w:bidi="ne-NP"/>
    </w:rPr>
  </w:style>
  <w:style w:type="paragraph" w:styleId="Title">
    <w:name w:val="Title"/>
    <w:basedOn w:val="Normal"/>
    <w:next w:val="Normal"/>
    <w:link w:val="TitleChar"/>
    <w:uiPriority w:val="10"/>
    <w:qFormat/>
    <w:rsid w:val="001133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33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E57"/>
    <w:pPr>
      <w:spacing w:line="480" w:lineRule="auto"/>
    </w:pPr>
    <w:rPr>
      <w:rFonts w:ascii="Lucida Console" w:eastAsia="Times New Roman" w:hAnsi="Lucida Console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B1E57"/>
    <w:pPr>
      <w:keepNext/>
      <w:spacing w:before="240" w:after="60"/>
      <w:contextualSpacing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5B1E57"/>
    <w:pPr>
      <w:keepNext/>
      <w:spacing w:before="240" w:after="60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5B1E57"/>
    <w:pPr>
      <w:keepNext/>
      <w:spacing w:before="240" w:after="60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5B1E57"/>
    <w:pPr>
      <w:keepNext/>
      <w:spacing w:before="240" w:after="60"/>
      <w:outlineLvl w:val="3"/>
    </w:pPr>
  </w:style>
  <w:style w:type="paragraph" w:styleId="Heading6">
    <w:name w:val="heading 6"/>
    <w:basedOn w:val="Normal"/>
    <w:next w:val="Normal"/>
    <w:link w:val="Heading6Char"/>
    <w:qFormat/>
    <w:rsid w:val="005B1E57"/>
    <w:pPr>
      <w:spacing w:before="240" w:after="60"/>
      <w:outlineLvl w:val="5"/>
    </w:pPr>
  </w:style>
  <w:style w:type="character" w:default="1" w:styleId="DefaultParagraphFont">
    <w:name w:val="Default Paragraph Font"/>
    <w:uiPriority w:val="1"/>
    <w:semiHidden/>
    <w:unhideWhenUsed/>
    <w:rsid w:val="005B1E5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B1E57"/>
  </w:style>
  <w:style w:type="character" w:customStyle="1" w:styleId="Heading1Char">
    <w:name w:val="Heading 1 Char"/>
    <w:basedOn w:val="DefaultParagraphFont"/>
    <w:link w:val="Heading1"/>
    <w:rsid w:val="00113348"/>
    <w:rPr>
      <w:rFonts w:ascii="Lucida Console" w:eastAsia="Times New Roman" w:hAnsi="Lucida Console" w:cs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113348"/>
    <w:rPr>
      <w:rFonts w:ascii="Lucida Console" w:eastAsia="Times New Roman" w:hAnsi="Lucida Console" w:cs="Times New Roman"/>
      <w:i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13348"/>
    <w:rPr>
      <w:rFonts w:ascii="Lucida Console" w:eastAsia="Times New Roman" w:hAnsi="Lucida Console" w:cs="Times New Roman"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113348"/>
    <w:rPr>
      <w:rFonts w:ascii="Lucida Console" w:eastAsia="Times New Roman" w:hAnsi="Lucida Console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113348"/>
    <w:rPr>
      <w:rFonts w:ascii="Lucida Console" w:eastAsia="Times New Roman" w:hAnsi="Lucida Console" w:cs="Times New Roman"/>
      <w:sz w:val="24"/>
      <w:szCs w:val="24"/>
    </w:rPr>
  </w:style>
  <w:style w:type="paragraph" w:customStyle="1" w:styleId="Extract">
    <w:name w:val="Extract"/>
    <w:basedOn w:val="Normal"/>
    <w:rsid w:val="005B1E57"/>
    <w:pPr>
      <w:ind w:left="720"/>
    </w:pPr>
    <w:rPr>
      <w:lang w:eastAsia="ja-JP"/>
    </w:rPr>
  </w:style>
  <w:style w:type="paragraph" w:customStyle="1" w:styleId="Single">
    <w:name w:val="Single"/>
    <w:basedOn w:val="Normal"/>
    <w:rsid w:val="005B1E57"/>
    <w:pPr>
      <w:spacing w:line="240" w:lineRule="auto"/>
    </w:pPr>
  </w:style>
  <w:style w:type="paragraph" w:styleId="EndnoteText">
    <w:name w:val="endnote text"/>
    <w:basedOn w:val="Normal"/>
    <w:link w:val="EndnoteTextChar"/>
    <w:semiHidden/>
    <w:rsid w:val="005B1E57"/>
  </w:style>
  <w:style w:type="character" w:customStyle="1" w:styleId="EndnoteTextChar">
    <w:name w:val="Endnote Text Char"/>
    <w:basedOn w:val="DefaultParagraphFont"/>
    <w:link w:val="EndnoteText"/>
    <w:semiHidden/>
    <w:rsid w:val="00113348"/>
    <w:rPr>
      <w:rFonts w:ascii="Lucida Console" w:eastAsia="Times New Roman" w:hAnsi="Lucida Console" w:cs="Times New Roman"/>
      <w:sz w:val="24"/>
      <w:szCs w:val="24"/>
    </w:rPr>
  </w:style>
  <w:style w:type="paragraph" w:styleId="BodyText">
    <w:name w:val="Body Text"/>
    <w:basedOn w:val="Normal"/>
    <w:link w:val="BodyTextChar"/>
    <w:rsid w:val="005B1E57"/>
    <w:pPr>
      <w:spacing w:after="240"/>
    </w:pPr>
  </w:style>
  <w:style w:type="character" w:customStyle="1" w:styleId="BodyTextChar">
    <w:name w:val="Body Text Char"/>
    <w:basedOn w:val="DefaultParagraphFont"/>
    <w:link w:val="BodyText"/>
    <w:rsid w:val="00113348"/>
    <w:rPr>
      <w:rFonts w:ascii="Lucida Console" w:eastAsia="Times New Roman" w:hAnsi="Lucida Console" w:cs="Times New Roman"/>
      <w:sz w:val="24"/>
      <w:szCs w:val="24"/>
    </w:rPr>
  </w:style>
  <w:style w:type="paragraph" w:customStyle="1" w:styleId="Hidden">
    <w:name w:val="Hidden"/>
    <w:rsid w:val="005B1E57"/>
    <w:pPr>
      <w:spacing w:after="0" w:line="480" w:lineRule="auto"/>
    </w:pPr>
    <w:rPr>
      <w:rFonts w:ascii="Lucida Console" w:eastAsia="Times New Roman" w:hAnsi="Lucida Console" w:cs="Times New Roman"/>
      <w:noProof/>
      <w:vanish/>
      <w:sz w:val="24"/>
      <w:szCs w:val="20"/>
    </w:rPr>
  </w:style>
  <w:style w:type="paragraph" w:styleId="ListBullet">
    <w:name w:val="List Bullet"/>
    <w:basedOn w:val="Normal"/>
    <w:autoRedefine/>
    <w:rsid w:val="005B1E57"/>
    <w:pPr>
      <w:numPr>
        <w:numId w:val="1"/>
      </w:numPr>
    </w:pPr>
  </w:style>
  <w:style w:type="paragraph" w:styleId="ListBullet2">
    <w:name w:val="List Bullet 2"/>
    <w:basedOn w:val="Normal"/>
    <w:autoRedefine/>
    <w:rsid w:val="005B1E57"/>
    <w:pPr>
      <w:numPr>
        <w:numId w:val="2"/>
      </w:numPr>
    </w:pPr>
  </w:style>
  <w:style w:type="paragraph" w:customStyle="1" w:styleId="Code">
    <w:name w:val="Code"/>
    <w:basedOn w:val="Normal"/>
    <w:rsid w:val="00113348"/>
    <w:pPr>
      <w:suppressAutoHyphens/>
      <w:spacing w:after="120"/>
      <w:contextualSpacing/>
    </w:pPr>
    <w:rPr>
      <w:rFonts w:ascii="Courier New" w:hAnsi="Courier New"/>
      <w:noProof/>
      <w:sz w:val="22"/>
      <w:szCs w:val="22"/>
      <w:lang w:bidi="ne-NP"/>
    </w:rPr>
  </w:style>
  <w:style w:type="paragraph" w:styleId="Title">
    <w:name w:val="Title"/>
    <w:basedOn w:val="Normal"/>
    <w:next w:val="Normal"/>
    <w:link w:val="TitleChar"/>
    <w:uiPriority w:val="10"/>
    <w:qFormat/>
    <w:rsid w:val="001133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33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lary\AppData\Roaming\Microsoft\Templates\BasicLuci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80"/>
      </a:dk1>
      <a:lt1>
        <a:sysClr val="window" lastClr="BACB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BasicLucida.dotx</Template>
  <TotalTime>10</TotalTime>
  <Pages>12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Powers</dc:creator>
  <cp:lastModifiedBy>Hilary Powers</cp:lastModifiedBy>
  <cp:revision>2</cp:revision>
  <dcterms:created xsi:type="dcterms:W3CDTF">2012-12-31T03:34:00Z</dcterms:created>
  <dcterms:modified xsi:type="dcterms:W3CDTF">2013-03-02T17:02:00Z</dcterms:modified>
</cp:coreProperties>
</file>